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25F6B" w14:textId="77777777" w:rsidR="0010036D" w:rsidRDefault="0010036D">
      <w:pPr>
        <w:pStyle w:val="Heading1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A4E3AD" wp14:editId="4C9D73D1">
                <wp:simplePos x="0" y="0"/>
                <wp:positionH relativeFrom="column">
                  <wp:posOffset>812309</wp:posOffset>
                </wp:positionH>
                <wp:positionV relativeFrom="paragraph">
                  <wp:posOffset>146497</wp:posOffset>
                </wp:positionV>
                <wp:extent cx="3800475" cy="752475"/>
                <wp:effectExtent l="57150" t="38100" r="66675" b="1047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7524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E9DB04" w14:textId="1604C370" w:rsidR="0010036D" w:rsidRPr="0010036D" w:rsidRDefault="0010036D" w:rsidP="0010036D">
                            <w:pPr>
                              <w:jc w:val="center"/>
                              <w:rPr>
                                <w:b/>
                                <w:color w:val="0F243E" w:themeColor="text2" w:themeShade="80"/>
                                <w:sz w:val="56"/>
                                <w:szCs w:val="56"/>
                              </w:rPr>
                            </w:pPr>
                            <w:r w:rsidRPr="002440C1">
                              <w:rPr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Meeting</w:t>
                            </w:r>
                            <w:r w:rsidRPr="0010036D">
                              <w:rPr>
                                <w:b/>
                                <w:color w:val="0F243E" w:themeColor="text2" w:themeShade="80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5F3CB4">
                              <w:rPr>
                                <w:b/>
                                <w:color w:val="0F243E" w:themeColor="text2" w:themeShade="80"/>
                                <w:sz w:val="56"/>
                                <w:szCs w:val="56"/>
                              </w:rPr>
                              <w:t>A</w:t>
                            </w:r>
                            <w:r w:rsidRPr="0010036D">
                              <w:rPr>
                                <w:b/>
                                <w:color w:val="0F243E" w:themeColor="text2" w:themeShade="80"/>
                                <w:sz w:val="56"/>
                                <w:szCs w:val="56"/>
                              </w:rPr>
                              <w:t>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A4E3AD" id="Oval 3" o:spid="_x0000_s1026" style="position:absolute;margin-left:63.95pt;margin-top:11.55pt;width:299.25pt;height:5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" fillcolor="white [3212]" strokecolor="#40a7c2 [3048]">
                <v:shadow on="t" color="black" opacity="24903f" origin=",.5" offset="0,.55556mm"/>
                <v:textbox>
                  <w:txbxContent>
                    <w:p w14:paraId="2CE9DB04" w14:textId="1604C370" w:rsidR="0010036D" w:rsidRPr="0010036D" w:rsidRDefault="0010036D" w:rsidP="0010036D">
                      <w:pPr>
                        <w:jc w:val="center"/>
                        <w:rPr>
                          <w:b/>
                          <w:color w:val="0F243E" w:themeColor="text2" w:themeShade="80"/>
                          <w:sz w:val="56"/>
                          <w:szCs w:val="56"/>
                        </w:rPr>
                      </w:pPr>
                      <w:r w:rsidRPr="002440C1">
                        <w:rPr>
                          <w:b/>
                          <w:color w:val="000000" w:themeColor="text1"/>
                          <w:sz w:val="56"/>
                          <w:szCs w:val="56"/>
                        </w:rPr>
                        <w:t>Meeting</w:t>
                      </w:r>
                      <w:r w:rsidRPr="0010036D">
                        <w:rPr>
                          <w:b/>
                          <w:color w:val="0F243E" w:themeColor="text2" w:themeShade="80"/>
                          <w:sz w:val="56"/>
                          <w:szCs w:val="56"/>
                        </w:rPr>
                        <w:t xml:space="preserve"> </w:t>
                      </w:r>
                      <w:r w:rsidR="005F3CB4">
                        <w:rPr>
                          <w:b/>
                          <w:color w:val="0F243E" w:themeColor="text2" w:themeShade="80"/>
                          <w:sz w:val="56"/>
                          <w:szCs w:val="56"/>
                        </w:rPr>
                        <w:t>A</w:t>
                      </w:r>
                      <w:r w:rsidRPr="0010036D">
                        <w:rPr>
                          <w:b/>
                          <w:color w:val="0F243E" w:themeColor="text2" w:themeShade="80"/>
                          <w:sz w:val="56"/>
                          <w:szCs w:val="56"/>
                        </w:rPr>
                        <w:t>genda</w:t>
                      </w:r>
                    </w:p>
                  </w:txbxContent>
                </v:textbox>
              </v:oval>
            </w:pict>
          </mc:Fallback>
        </mc:AlternateContent>
      </w:r>
    </w:p>
    <w:p w14:paraId="3B9335AF" w14:textId="77777777" w:rsidR="0010036D" w:rsidRPr="0010036D" w:rsidRDefault="0010036D" w:rsidP="0010036D"/>
    <w:p w14:paraId="197F3BB1" w14:textId="77777777" w:rsidR="0010036D" w:rsidRDefault="0010036D">
      <w:pPr>
        <w:pStyle w:val="Heading1"/>
      </w:pPr>
    </w:p>
    <w:p w14:paraId="4121A2DC" w14:textId="37C5ADCC" w:rsidR="00A40F09" w:rsidRDefault="00A40F09" w:rsidP="0010036D"/>
    <w:p w14:paraId="4271962F" w14:textId="77777777" w:rsidR="0010036D" w:rsidRDefault="0010036D" w:rsidP="0010036D"/>
    <w:p w14:paraId="1A9B4EC3" w14:textId="77777777" w:rsidR="0010036D" w:rsidRDefault="0010036D" w:rsidP="0010036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4"/>
        <w:gridCol w:w="4296"/>
      </w:tblGrid>
      <w:tr w:rsidR="0010036D" w14:paraId="482AB3A0" w14:textId="77777777" w:rsidTr="0010036D">
        <w:tc>
          <w:tcPr>
            <w:tcW w:w="4428" w:type="dxa"/>
          </w:tcPr>
          <w:p w14:paraId="53293F78" w14:textId="6258E302" w:rsidR="0010036D" w:rsidRPr="0010036D" w:rsidRDefault="0010036D" w:rsidP="0010036D">
            <w:pPr>
              <w:rPr>
                <w:rFonts w:ascii="Arial Black" w:hAnsi="Arial Black"/>
                <w:b/>
                <w:sz w:val="28"/>
                <w:szCs w:val="28"/>
              </w:rPr>
            </w:pPr>
            <w:r w:rsidRPr="0010036D">
              <w:rPr>
                <w:rFonts w:ascii="Arial Black" w:hAnsi="Arial Black"/>
                <w:b/>
                <w:sz w:val="28"/>
                <w:szCs w:val="28"/>
              </w:rPr>
              <w:t>Meeting title</w:t>
            </w:r>
            <w:r w:rsidR="005F3CB4">
              <w:rPr>
                <w:rFonts w:ascii="Arial Black" w:hAnsi="Arial Black"/>
                <w:b/>
                <w:sz w:val="28"/>
                <w:szCs w:val="28"/>
              </w:rPr>
              <w:t>:</w:t>
            </w:r>
          </w:p>
        </w:tc>
        <w:tc>
          <w:tcPr>
            <w:tcW w:w="4428" w:type="dxa"/>
          </w:tcPr>
          <w:p w14:paraId="7074B402" w14:textId="77777777" w:rsidR="0010036D" w:rsidRDefault="0010036D" w:rsidP="0010036D"/>
        </w:tc>
      </w:tr>
      <w:tr w:rsidR="0010036D" w14:paraId="7A685170" w14:textId="77777777" w:rsidTr="0010036D">
        <w:tc>
          <w:tcPr>
            <w:tcW w:w="4428" w:type="dxa"/>
          </w:tcPr>
          <w:p w14:paraId="2939E78E" w14:textId="432E4D51" w:rsidR="0010036D" w:rsidRPr="0010036D" w:rsidRDefault="005F3CB4" w:rsidP="0010036D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Date:</w:t>
            </w:r>
          </w:p>
        </w:tc>
        <w:tc>
          <w:tcPr>
            <w:tcW w:w="4428" w:type="dxa"/>
          </w:tcPr>
          <w:p w14:paraId="2D74F1AD" w14:textId="77777777" w:rsidR="0010036D" w:rsidRDefault="0010036D" w:rsidP="0010036D"/>
        </w:tc>
      </w:tr>
      <w:tr w:rsidR="0010036D" w14:paraId="12B6F7F5" w14:textId="77777777" w:rsidTr="0010036D">
        <w:tc>
          <w:tcPr>
            <w:tcW w:w="4428" w:type="dxa"/>
          </w:tcPr>
          <w:p w14:paraId="0F091C7E" w14:textId="2388CC5E" w:rsidR="0010036D" w:rsidRPr="0010036D" w:rsidRDefault="005F3CB4" w:rsidP="0010036D">
            <w:pPr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Time:</w:t>
            </w:r>
          </w:p>
        </w:tc>
        <w:tc>
          <w:tcPr>
            <w:tcW w:w="4428" w:type="dxa"/>
          </w:tcPr>
          <w:p w14:paraId="6B96C957" w14:textId="77777777" w:rsidR="0010036D" w:rsidRDefault="0010036D" w:rsidP="0010036D"/>
        </w:tc>
      </w:tr>
    </w:tbl>
    <w:p w14:paraId="10533478" w14:textId="77777777" w:rsidR="0010036D" w:rsidRDefault="0010036D" w:rsidP="0010036D"/>
    <w:p w14:paraId="6310977D" w14:textId="77777777" w:rsidR="0010036D" w:rsidRDefault="0010036D" w:rsidP="0010036D"/>
    <w:p w14:paraId="0E908396" w14:textId="77777777" w:rsidR="0010036D" w:rsidRDefault="006C7E30" w:rsidP="0010036D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BBD10FB" wp14:editId="4F415CFA">
                <wp:simplePos x="0" y="0"/>
                <wp:positionH relativeFrom="column">
                  <wp:posOffset>123825</wp:posOffset>
                </wp:positionH>
                <wp:positionV relativeFrom="paragraph">
                  <wp:posOffset>80645</wp:posOffset>
                </wp:positionV>
                <wp:extent cx="5143500" cy="685800"/>
                <wp:effectExtent l="57150" t="38100" r="76200" b="952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C32422" w14:textId="77777777" w:rsidR="006C7E30" w:rsidRPr="006C7E30" w:rsidRDefault="006C7E30" w:rsidP="006C7E3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</w:pPr>
                            <w:r w:rsidRPr="006C7E30"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Meeting called by:   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BD10FB" id="Rectangle 4" o:spid="_x0000_s1027" style="position:absolute;margin-left:9.75pt;margin-top:6.35pt;width:405pt;height:5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" strokecolor="#40a7c2 [3048]">
                <v:shadow on="t" color="black" opacity="24903f" origin=",.5" offset="0,.55556mm"/>
                <v:textbox>
                  <w:txbxContent>
                    <w:p w14:paraId="3DC32422" w14:textId="77777777" w:rsidR="006C7E30" w:rsidRPr="006C7E30" w:rsidRDefault="006C7E30" w:rsidP="006C7E30">
                      <w:pPr>
                        <w:jc w:val="center"/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</w:pPr>
                      <w:r w:rsidRPr="006C7E30"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Meeting called by:    NAME</w:t>
                      </w:r>
                    </w:p>
                  </w:txbxContent>
                </v:textbox>
              </v:rect>
            </w:pict>
          </mc:Fallback>
        </mc:AlternateContent>
      </w:r>
    </w:p>
    <w:p w14:paraId="5914B78E" w14:textId="27758BB2" w:rsidR="0010036D" w:rsidRPr="0010036D" w:rsidRDefault="0010036D" w:rsidP="0010036D"/>
    <w:p w14:paraId="0AD2A6EB" w14:textId="77777777" w:rsidR="00A40F09" w:rsidRPr="009770B3" w:rsidRDefault="00A40F09">
      <w:pPr>
        <w:pStyle w:val="DateTime"/>
      </w:pPr>
    </w:p>
    <w:p w14:paraId="4E5A412A" w14:textId="77777777" w:rsidR="00A40F09" w:rsidRPr="009770B3" w:rsidRDefault="00A40F09">
      <w:pPr>
        <w:pStyle w:val="DateTime"/>
      </w:pPr>
    </w:p>
    <w:tbl>
      <w:tblPr>
        <w:tblStyle w:val="TableGrid"/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88"/>
      </w:tblGrid>
      <w:tr w:rsidR="006C7E30" w14:paraId="6E124E1D" w14:textId="77777777" w:rsidTr="006C7E30">
        <w:trPr>
          <w:trHeight w:val="1367"/>
        </w:trPr>
        <w:tc>
          <w:tcPr>
            <w:tcW w:w="4788" w:type="dxa"/>
          </w:tcPr>
          <w:p w14:paraId="7782C025" w14:textId="6B6F38D2" w:rsidR="006C7E30" w:rsidRDefault="006C7E30" w:rsidP="006C7E30">
            <w:pPr>
              <w:pStyle w:val="AgendaInformation"/>
            </w:pPr>
            <w:r>
              <w:t>List of attendee</w:t>
            </w:r>
          </w:p>
        </w:tc>
      </w:tr>
      <w:tr w:rsidR="006C7E30" w14:paraId="243968E5" w14:textId="77777777" w:rsidTr="006C7E30">
        <w:trPr>
          <w:trHeight w:val="1367"/>
        </w:trPr>
        <w:tc>
          <w:tcPr>
            <w:tcW w:w="4788" w:type="dxa"/>
          </w:tcPr>
          <w:p w14:paraId="4F4BA658" w14:textId="53BB518E" w:rsidR="006C7E30" w:rsidRDefault="006C7E30" w:rsidP="006C7E30">
            <w:pPr>
              <w:pStyle w:val="AgendaInformation"/>
            </w:pPr>
            <w:r>
              <w:t>Reading list</w:t>
            </w:r>
          </w:p>
        </w:tc>
      </w:tr>
      <w:tr w:rsidR="006C7E30" w14:paraId="61D5A078" w14:textId="77777777" w:rsidTr="006C7E30">
        <w:trPr>
          <w:trHeight w:val="1322"/>
        </w:trPr>
        <w:tc>
          <w:tcPr>
            <w:tcW w:w="4788" w:type="dxa"/>
          </w:tcPr>
          <w:p w14:paraId="4979D462" w14:textId="77777777" w:rsidR="006C7E30" w:rsidRDefault="006C7E30" w:rsidP="006C7E30">
            <w:pPr>
              <w:pStyle w:val="AgendaInformation"/>
            </w:pPr>
            <w:r>
              <w:t>Supplies list</w:t>
            </w:r>
          </w:p>
        </w:tc>
      </w:tr>
    </w:tbl>
    <w:p w14:paraId="5B7A18DF" w14:textId="4AF17D89" w:rsidR="00A40F09" w:rsidRPr="009770B3" w:rsidRDefault="006C7E30">
      <w:pPr>
        <w:pStyle w:val="AgendaInformation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98BCF6" wp14:editId="4DAE5E6E">
                <wp:simplePos x="0" y="0"/>
                <wp:positionH relativeFrom="column">
                  <wp:posOffset>-85725</wp:posOffset>
                </wp:positionH>
                <wp:positionV relativeFrom="paragraph">
                  <wp:posOffset>1554480</wp:posOffset>
                </wp:positionV>
                <wp:extent cx="2190750" cy="742950"/>
                <wp:effectExtent l="0" t="19050" r="38100" b="38100"/>
                <wp:wrapNone/>
                <wp:docPr id="7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7429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47692" w14:textId="77777777" w:rsidR="006C7E30" w:rsidRPr="006C7E30" w:rsidRDefault="006C7E30" w:rsidP="006C7E3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</w:pPr>
                            <w:r w:rsidRPr="006C7E30"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Please bring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98BCF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7" o:spid="_x0000_s1028" type="#_x0000_t13" style="position:absolute;margin-left:-6.75pt;margin-top:122.4pt;width:172.5pt;height:5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" adj="17937" fillcolor="white [3201]" strokecolor="#4bacc6 [3208]" strokeweight="2pt">
                <v:textbox>
                  <w:txbxContent>
                    <w:p w14:paraId="06647692" w14:textId="77777777" w:rsidR="006C7E30" w:rsidRPr="006C7E30" w:rsidRDefault="006C7E30" w:rsidP="006C7E30">
                      <w:pPr>
                        <w:jc w:val="center"/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</w:pPr>
                      <w:r w:rsidRPr="006C7E30"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Please bring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A3A1A20" wp14:editId="220933B7">
                <wp:simplePos x="0" y="0"/>
                <wp:positionH relativeFrom="column">
                  <wp:posOffset>-85725</wp:posOffset>
                </wp:positionH>
                <wp:positionV relativeFrom="paragraph">
                  <wp:posOffset>802005</wp:posOffset>
                </wp:positionV>
                <wp:extent cx="2190750" cy="676275"/>
                <wp:effectExtent l="0" t="19050" r="38100" b="47625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6762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02EAF8" w14:textId="77777777" w:rsidR="006C7E30" w:rsidRPr="006C7E30" w:rsidRDefault="006C7E30" w:rsidP="006C7E3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</w:pPr>
                            <w:r w:rsidRPr="006C7E30"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Please read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A1A20" id="Right Arrow 6" o:spid="_x0000_s1029" type="#_x0000_t13" style="position:absolute;margin-left:-6.75pt;margin-top:63.15pt;width:172.5pt;height:53.25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" adj="18266" fillcolor="white [3201]" strokecolor="#4bacc6 [3208]" strokeweight="2pt">
                <v:textbox>
                  <w:txbxContent>
                    <w:p w14:paraId="5402EAF8" w14:textId="77777777" w:rsidR="006C7E30" w:rsidRPr="006C7E30" w:rsidRDefault="006C7E30" w:rsidP="006C7E30">
                      <w:pPr>
                        <w:jc w:val="center"/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</w:pPr>
                      <w:r w:rsidRPr="006C7E30"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Please read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611B125" wp14:editId="7FC5C515">
                <wp:simplePos x="0" y="0"/>
                <wp:positionH relativeFrom="column">
                  <wp:posOffset>-85725</wp:posOffset>
                </wp:positionH>
                <wp:positionV relativeFrom="paragraph">
                  <wp:posOffset>30480</wp:posOffset>
                </wp:positionV>
                <wp:extent cx="2190750" cy="695325"/>
                <wp:effectExtent l="0" t="19050" r="38100" b="47625"/>
                <wp:wrapNone/>
                <wp:docPr id="5" name="Righ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69532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E49BF6" w14:textId="77777777" w:rsidR="006C7E30" w:rsidRPr="002440C1" w:rsidRDefault="006C7E30" w:rsidP="006C7E3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440C1">
                              <w:rPr>
                                <w:rFonts w:ascii="Arial Black" w:hAnsi="Arial Black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Attendees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1B125" id="Right Arrow 5" o:spid="_x0000_s1030" type="#_x0000_t13" style="position:absolute;margin-left:-6.75pt;margin-top:2.4pt;width:172.5pt;height:54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" adj="18172" fillcolor="white [3212]" strokecolor="#4bacc6 [3208]" strokeweight="2pt">
                <v:textbox>
                  <w:txbxContent>
                    <w:p w14:paraId="1DE49BF6" w14:textId="77777777" w:rsidR="006C7E30" w:rsidRPr="002440C1" w:rsidRDefault="006C7E30" w:rsidP="006C7E30">
                      <w:pPr>
                        <w:jc w:val="center"/>
                        <w:rPr>
                          <w:rFonts w:ascii="Arial Black" w:hAnsi="Arial Black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2440C1">
                        <w:rPr>
                          <w:rFonts w:ascii="Arial Black" w:hAnsi="Arial Black"/>
                          <w:b/>
                          <w:color w:val="000000" w:themeColor="text1"/>
                          <w:sz w:val="28"/>
                          <w:szCs w:val="28"/>
                        </w:rPr>
                        <w:t>Attendees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5000" w:type="pct"/>
        <w:tblBorders>
          <w:top w:val="single" w:sz="4" w:space="0" w:color="A6A6A6" w:themeColor="background1" w:themeShade="A6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none" w:sz="0" w:space="0" w:color="auto"/>
        </w:tblBorders>
        <w:tblLayout w:type="fixed"/>
        <w:tblCellMar>
          <w:top w:w="43" w:type="dxa"/>
          <w:left w:w="0" w:type="dxa"/>
          <w:bottom w:w="288" w:type="dxa"/>
          <w:right w:w="0" w:type="dxa"/>
        </w:tblCellMar>
        <w:tblLook w:val="04A0" w:firstRow="1" w:lastRow="0" w:firstColumn="1" w:lastColumn="0" w:noHBand="0" w:noVBand="1"/>
        <w:tblDescription w:val="Table contains information about event, time and location"/>
      </w:tblPr>
      <w:tblGrid>
        <w:gridCol w:w="2036"/>
        <w:gridCol w:w="3721"/>
        <w:gridCol w:w="2883"/>
      </w:tblGrid>
      <w:tr w:rsidR="00A40F09" w:rsidRPr="009770B3" w14:paraId="6D390498" w14:textId="77777777" w:rsidTr="00A403FA">
        <w:sdt>
          <w:sdtPr>
            <w:alias w:val="Time:"/>
            <w:tag w:val="Time:"/>
            <w:id w:val="78429755"/>
            <w:placeholder>
              <w:docPart w:val="9159C36B34C84B30B07B41CCCEA99E61"/>
            </w:placeholder>
            <w:temporary/>
            <w:showingPlcHdr/>
          </w:sdtPr>
          <w:sdtEndPr/>
          <w:sdtContent>
            <w:tc>
              <w:tcPr>
                <w:tcW w:w="2036" w:type="dxa"/>
                <w:tcBorders>
                  <w:bottom w:val="nil"/>
                </w:tcBorders>
                <w:tcMar>
                  <w:bottom w:w="0" w:type="dxa"/>
                  <w:right w:w="72" w:type="dxa"/>
                </w:tcMar>
              </w:tcPr>
              <w:p w14:paraId="761917D2" w14:textId="77777777" w:rsidR="00A40F09" w:rsidRPr="009770B3" w:rsidRDefault="00AF277F">
                <w:pPr>
                  <w:spacing w:after="80"/>
                </w:pPr>
                <w:r w:rsidRPr="009770B3">
                  <w:t>Time</w:t>
                </w:r>
              </w:p>
            </w:tc>
          </w:sdtContent>
        </w:sdt>
        <w:tc>
          <w:tcPr>
            <w:tcW w:w="3721" w:type="dxa"/>
            <w:tcBorders>
              <w:bottom w:val="nil"/>
            </w:tcBorders>
            <w:tcMar>
              <w:bottom w:w="0" w:type="dxa"/>
              <w:right w:w="72" w:type="dxa"/>
            </w:tcMar>
          </w:tcPr>
          <w:p w14:paraId="3BB3DA4F" w14:textId="77777777" w:rsidR="00A40F09" w:rsidRPr="009770B3" w:rsidRDefault="006C7E30" w:rsidP="006C7E30">
            <w:pPr>
              <w:pStyle w:val="Heading1"/>
              <w:spacing w:after="80"/>
              <w:outlineLvl w:val="0"/>
            </w:pPr>
            <w:r>
              <w:t>Meeting heading</w:t>
            </w:r>
          </w:p>
        </w:tc>
        <w:sdt>
          <w:sdtPr>
            <w:alias w:val="Location:"/>
            <w:tag w:val="Location:"/>
            <w:id w:val="1236585926"/>
            <w:placeholder>
              <w:docPart w:val="8475DC5C6692414599ED8094AA486E42"/>
            </w:placeholder>
            <w:temporary/>
            <w:showingPlcHdr/>
          </w:sdtPr>
          <w:sdtEndPr/>
          <w:sdtContent>
            <w:tc>
              <w:tcPr>
                <w:tcW w:w="2883" w:type="dxa"/>
                <w:tcBorders>
                  <w:bottom w:val="nil"/>
                </w:tcBorders>
                <w:tcMar>
                  <w:bottom w:w="0" w:type="dxa"/>
                </w:tcMar>
              </w:tcPr>
              <w:p w14:paraId="7DCAEED3" w14:textId="77777777" w:rsidR="00A40F09" w:rsidRPr="009770B3" w:rsidRDefault="008325FA">
                <w:pPr>
                  <w:spacing w:after="80"/>
                </w:pPr>
                <w:r>
                  <w:t>Location</w:t>
                </w:r>
              </w:p>
            </w:tc>
          </w:sdtContent>
        </w:sdt>
      </w:tr>
      <w:tr w:rsidR="00A40F09" w:rsidRPr="009770B3" w14:paraId="53F57D4C" w14:textId="77777777" w:rsidTr="00A403FA">
        <w:sdt>
          <w:sdtPr>
            <w:alias w:val="Enter time 1:"/>
            <w:tag w:val="Enter time 1:"/>
            <w:id w:val="-1782175966"/>
            <w:placeholder>
              <w:docPart w:val="36D272E76A2B4D60887B145FC9E88F51"/>
            </w:placeholder>
            <w:temporary/>
            <w:showingPlcHdr/>
          </w:sdtPr>
          <w:sdtEndPr/>
          <w:sdtContent>
            <w:tc>
              <w:tcPr>
                <w:tcW w:w="2036" w:type="dxa"/>
                <w:tcBorders>
                  <w:top w:val="nil"/>
                  <w:bottom w:val="single" w:sz="4" w:space="0" w:color="A6A6A6" w:themeColor="background1" w:themeShade="A6"/>
                </w:tcBorders>
                <w:tcMar>
                  <w:top w:w="0" w:type="dxa"/>
                  <w:right w:w="72" w:type="dxa"/>
                </w:tcMar>
              </w:tcPr>
              <w:p w14:paraId="3F722372" w14:textId="77777777" w:rsidR="00A40F09" w:rsidRPr="009770B3" w:rsidRDefault="008325FA">
                <w:pPr>
                  <w:spacing w:after="80"/>
                </w:pPr>
                <w:r>
                  <w:t>Time</w:t>
                </w:r>
                <w:r w:rsidR="00584325">
                  <w:t xml:space="preserve"> 1</w:t>
                </w:r>
              </w:p>
            </w:tc>
          </w:sdtContent>
        </w:sdt>
        <w:tc>
          <w:tcPr>
            <w:tcW w:w="3721" w:type="dxa"/>
            <w:tcBorders>
              <w:top w:val="nil"/>
              <w:bottom w:val="single" w:sz="4" w:space="0" w:color="A6A6A6" w:themeColor="background1" w:themeShade="A6"/>
            </w:tcBorders>
            <w:tcMar>
              <w:top w:w="0" w:type="dxa"/>
              <w:right w:w="72" w:type="dxa"/>
            </w:tcMar>
          </w:tcPr>
          <w:p w14:paraId="18C6995E" w14:textId="77777777" w:rsidR="00A40F09" w:rsidRPr="009770B3" w:rsidRDefault="006C7E30" w:rsidP="00785C64">
            <w:pPr>
              <w:spacing w:after="80"/>
            </w:pPr>
            <w:r>
              <w:t>Meeting 1</w:t>
            </w:r>
          </w:p>
          <w:p w14:paraId="15F67388" w14:textId="77777777" w:rsidR="00A403FA" w:rsidRPr="009770B3" w:rsidRDefault="006C7E30" w:rsidP="006C7E30">
            <w:pPr>
              <w:spacing w:after="80"/>
            </w:pPr>
            <w:r>
              <w:t>Meeting 2</w:t>
            </w:r>
          </w:p>
        </w:tc>
        <w:tc>
          <w:tcPr>
            <w:tcW w:w="2883" w:type="dxa"/>
            <w:tcBorders>
              <w:top w:val="nil"/>
              <w:bottom w:val="single" w:sz="4" w:space="0" w:color="A6A6A6" w:themeColor="background1" w:themeShade="A6"/>
            </w:tcBorders>
            <w:tcMar>
              <w:top w:w="0" w:type="dxa"/>
            </w:tcMar>
          </w:tcPr>
          <w:p w14:paraId="2ABAEDB7" w14:textId="77777777" w:rsidR="00A40F09" w:rsidRPr="009770B3" w:rsidRDefault="006539D9" w:rsidP="00785C64">
            <w:pPr>
              <w:spacing w:after="80"/>
            </w:pPr>
            <w:sdt>
              <w:sdtPr>
                <w:alias w:val="Enter location 1:"/>
                <w:tag w:val="Enter location 1:"/>
                <w:id w:val="78429820"/>
                <w:placeholder>
                  <w:docPart w:val="733AD9BF12CF45A496B46A758284A8E9"/>
                </w:placeholder>
                <w:temporary/>
                <w:showingPlcHdr/>
              </w:sdtPr>
              <w:sdtEndPr/>
              <w:sdtContent>
                <w:r w:rsidR="00AF277F" w:rsidRPr="009770B3">
                  <w:t>Location</w:t>
                </w:r>
                <w:r w:rsidR="00584325">
                  <w:t xml:space="preserve"> 1</w:t>
                </w:r>
              </w:sdtContent>
            </w:sdt>
          </w:p>
          <w:p w14:paraId="603E5FFE" w14:textId="0E51B2D7" w:rsidR="00A403FA" w:rsidRPr="009770B3" w:rsidRDefault="006539D9" w:rsidP="00785C64">
            <w:pPr>
              <w:spacing w:after="80"/>
            </w:pPr>
            <w:sdt>
              <w:sdtPr>
                <w:alias w:val="Enter location 2:"/>
                <w:tag w:val="Enter location 2:"/>
                <w:id w:val="316851915"/>
                <w:placeholder>
                  <w:docPart w:val="DA2A05312E4F4AE7970CF0B8FDD9DBEF"/>
                </w:placeholder>
                <w:temporary/>
                <w:showingPlcHdr/>
              </w:sdtPr>
              <w:sdtEndPr/>
              <w:sdtContent>
                <w:r w:rsidR="00A403FA" w:rsidRPr="009770B3">
                  <w:t>Location</w:t>
                </w:r>
                <w:r w:rsidR="00584325">
                  <w:t xml:space="preserve"> 2</w:t>
                </w:r>
              </w:sdtContent>
            </w:sdt>
          </w:p>
        </w:tc>
      </w:tr>
      <w:tr w:rsidR="002440C1" w:rsidRPr="009770B3" w14:paraId="6C6EC613" w14:textId="77777777" w:rsidTr="00A403FA">
        <w:sdt>
          <w:sdtPr>
            <w:alias w:val="Time:"/>
            <w:tag w:val="Time:"/>
            <w:id w:val="1373651511"/>
            <w:placeholder>
              <w:docPart w:val="BF269E2C25D24489A1D6F008A7902587"/>
            </w:placeholder>
            <w:temporary/>
            <w:showingPlcHdr/>
          </w:sdtPr>
          <w:sdtEndPr/>
          <w:sdtContent>
            <w:tc>
              <w:tcPr>
                <w:tcW w:w="2036" w:type="dxa"/>
                <w:tcBorders>
                  <w:bottom w:val="nil"/>
                </w:tcBorders>
                <w:tcMar>
                  <w:bottom w:w="0" w:type="dxa"/>
                  <w:right w:w="72" w:type="dxa"/>
                </w:tcMar>
              </w:tcPr>
              <w:p w14:paraId="0BD4A747" w14:textId="77777777" w:rsidR="002440C1" w:rsidRPr="009770B3" w:rsidRDefault="002440C1" w:rsidP="00464043">
                <w:pPr>
                  <w:spacing w:after="80"/>
                </w:pPr>
                <w:r w:rsidRPr="009770B3">
                  <w:t>Time</w:t>
                </w:r>
              </w:p>
            </w:tc>
          </w:sdtContent>
        </w:sdt>
        <w:tc>
          <w:tcPr>
            <w:tcW w:w="3721" w:type="dxa"/>
            <w:tcBorders>
              <w:bottom w:val="nil"/>
            </w:tcBorders>
            <w:tcMar>
              <w:bottom w:w="0" w:type="dxa"/>
              <w:right w:w="72" w:type="dxa"/>
            </w:tcMar>
          </w:tcPr>
          <w:p w14:paraId="7821FA06" w14:textId="77777777" w:rsidR="002440C1" w:rsidRPr="009770B3" w:rsidRDefault="002440C1" w:rsidP="00464043">
            <w:pPr>
              <w:pStyle w:val="Heading1"/>
              <w:spacing w:after="80"/>
              <w:outlineLvl w:val="0"/>
            </w:pPr>
            <w:r>
              <w:t>Meeting heading</w:t>
            </w:r>
          </w:p>
        </w:tc>
        <w:sdt>
          <w:sdtPr>
            <w:alias w:val="Location:"/>
            <w:tag w:val="Location:"/>
            <w:id w:val="70087436"/>
            <w:placeholder>
              <w:docPart w:val="0B07481FAC9E467896232D4F6A11B805"/>
            </w:placeholder>
            <w:temporary/>
            <w:showingPlcHdr/>
          </w:sdtPr>
          <w:sdtEndPr/>
          <w:sdtContent>
            <w:tc>
              <w:tcPr>
                <w:tcW w:w="2883" w:type="dxa"/>
                <w:tcBorders>
                  <w:bottom w:val="nil"/>
                </w:tcBorders>
                <w:tcMar>
                  <w:bottom w:w="0" w:type="dxa"/>
                </w:tcMar>
              </w:tcPr>
              <w:p w14:paraId="4A81B0F7" w14:textId="77777777" w:rsidR="002440C1" w:rsidRPr="009770B3" w:rsidRDefault="002440C1">
                <w:pPr>
                  <w:spacing w:after="80"/>
                </w:pPr>
                <w:r>
                  <w:t>Location</w:t>
                </w:r>
              </w:p>
            </w:tc>
          </w:sdtContent>
        </w:sdt>
      </w:tr>
      <w:tr w:rsidR="002440C1" w:rsidRPr="009770B3" w14:paraId="593F2BE4" w14:textId="77777777" w:rsidTr="00A403FA">
        <w:sdt>
          <w:sdtPr>
            <w:alias w:val="Enter time 1:"/>
            <w:tag w:val="Enter time 1:"/>
            <w:id w:val="-1844229598"/>
            <w:placeholder>
              <w:docPart w:val="C366C8B3E02D41168C4FAE6007B9661C"/>
            </w:placeholder>
            <w:temporary/>
            <w:showingPlcHdr/>
          </w:sdtPr>
          <w:sdtEndPr/>
          <w:sdtContent>
            <w:tc>
              <w:tcPr>
                <w:tcW w:w="2036" w:type="dxa"/>
                <w:tcBorders>
                  <w:top w:val="nil"/>
                  <w:bottom w:val="single" w:sz="4" w:space="0" w:color="A6A6A6" w:themeColor="background1" w:themeShade="A6"/>
                </w:tcBorders>
                <w:tcMar>
                  <w:top w:w="0" w:type="dxa"/>
                  <w:right w:w="72" w:type="dxa"/>
                </w:tcMar>
              </w:tcPr>
              <w:p w14:paraId="70B1B8A4" w14:textId="77777777" w:rsidR="002440C1" w:rsidRPr="009770B3" w:rsidRDefault="002440C1" w:rsidP="00464043">
                <w:pPr>
                  <w:spacing w:after="80"/>
                </w:pPr>
                <w:r>
                  <w:t>Time 1</w:t>
                </w:r>
              </w:p>
            </w:tc>
          </w:sdtContent>
        </w:sdt>
        <w:tc>
          <w:tcPr>
            <w:tcW w:w="3721" w:type="dxa"/>
            <w:tcBorders>
              <w:top w:val="nil"/>
              <w:bottom w:val="single" w:sz="4" w:space="0" w:color="A6A6A6" w:themeColor="background1" w:themeShade="A6"/>
            </w:tcBorders>
            <w:tcMar>
              <w:top w:w="0" w:type="dxa"/>
              <w:right w:w="72" w:type="dxa"/>
            </w:tcMar>
          </w:tcPr>
          <w:p w14:paraId="6D056196" w14:textId="77777777" w:rsidR="002440C1" w:rsidRPr="009770B3" w:rsidRDefault="002440C1" w:rsidP="00464043">
            <w:pPr>
              <w:spacing w:after="80"/>
            </w:pPr>
            <w:r>
              <w:t>Meeting 1</w:t>
            </w:r>
          </w:p>
          <w:p w14:paraId="027DBAFF" w14:textId="5B6FAEA9" w:rsidR="002440C1" w:rsidRPr="009770B3" w:rsidRDefault="002440C1" w:rsidP="00464043">
            <w:pPr>
              <w:spacing w:after="80"/>
            </w:pPr>
            <w:r>
              <w:t>Meeting 2</w:t>
            </w:r>
          </w:p>
        </w:tc>
        <w:tc>
          <w:tcPr>
            <w:tcW w:w="2883" w:type="dxa"/>
            <w:tcBorders>
              <w:top w:val="nil"/>
              <w:bottom w:val="single" w:sz="4" w:space="0" w:color="A6A6A6" w:themeColor="background1" w:themeShade="A6"/>
            </w:tcBorders>
            <w:tcMar>
              <w:top w:w="0" w:type="dxa"/>
            </w:tcMar>
          </w:tcPr>
          <w:sdt>
            <w:sdtPr>
              <w:alias w:val="Enter location 1:"/>
              <w:tag w:val="Enter location 1:"/>
              <w:id w:val="78429826"/>
              <w:placeholder>
                <w:docPart w:val="583C0D83C4BF47C799E6AD2F80B06A57"/>
              </w:placeholder>
              <w:temporary/>
              <w:showingPlcHdr/>
            </w:sdtPr>
            <w:sdtEndPr/>
            <w:sdtContent>
              <w:p w14:paraId="2C7B73B9" w14:textId="77777777" w:rsidR="002440C1" w:rsidRPr="009770B3" w:rsidRDefault="002440C1" w:rsidP="00785C64">
                <w:pPr>
                  <w:spacing w:after="80"/>
                </w:pPr>
                <w:r w:rsidRPr="009770B3">
                  <w:t>Location</w:t>
                </w:r>
                <w:r>
                  <w:t xml:space="preserve"> 1</w:t>
                </w:r>
              </w:p>
            </w:sdtContent>
          </w:sdt>
          <w:sdt>
            <w:sdtPr>
              <w:alias w:val="Enter location 2:"/>
              <w:tag w:val="Enter location 2:"/>
              <w:id w:val="-2017523117"/>
              <w:placeholder>
                <w:docPart w:val="B85A66ADA0214721ADB52BD892F685AB"/>
              </w:placeholder>
              <w:temporary/>
              <w:showingPlcHdr/>
            </w:sdtPr>
            <w:sdtEndPr/>
            <w:sdtContent>
              <w:p w14:paraId="171344B2" w14:textId="77777777" w:rsidR="002440C1" w:rsidRPr="009770B3" w:rsidRDefault="002440C1" w:rsidP="00785C64">
                <w:pPr>
                  <w:spacing w:after="80"/>
                </w:pPr>
                <w:r w:rsidRPr="009770B3">
                  <w:t>Location</w:t>
                </w:r>
                <w:r>
                  <w:t xml:space="preserve"> 2</w:t>
                </w:r>
              </w:p>
            </w:sdtContent>
          </w:sdt>
        </w:tc>
      </w:tr>
    </w:tbl>
    <w:sdt>
      <w:sdtPr>
        <w:alias w:val="Additional information:"/>
        <w:tag w:val="Additional information:"/>
        <w:id w:val="-378390545"/>
        <w:placeholder>
          <w:docPart w:val="7023954A4F5C45528D654FB9AC9D7D04"/>
        </w:placeholder>
        <w:temporary/>
        <w:showingPlcHdr/>
      </w:sdtPr>
      <w:sdtEndPr/>
      <w:sdtContent>
        <w:p w14:paraId="6783B1C0" w14:textId="77777777" w:rsidR="00A40F09" w:rsidRPr="009770B3" w:rsidRDefault="00AF277F">
          <w:pPr>
            <w:pStyle w:val="Heading2"/>
          </w:pPr>
          <w:r w:rsidRPr="002440C1">
            <w:rPr>
              <w:rFonts w:ascii="Arial Black" w:hAnsi="Arial Black"/>
              <w:sz w:val="28"/>
              <w:szCs w:val="28"/>
            </w:rPr>
            <w:t>Additional Information:</w:t>
          </w:r>
        </w:p>
      </w:sdtContent>
    </w:sdt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2440C1" w14:paraId="3B501095" w14:textId="77777777" w:rsidTr="005F3CB4">
        <w:trPr>
          <w:trHeight w:val="269"/>
        </w:trPr>
        <w:tc>
          <w:tcPr>
            <w:tcW w:w="8856" w:type="dxa"/>
          </w:tcPr>
          <w:p w14:paraId="4247107B" w14:textId="22800570" w:rsidR="002440C1" w:rsidRDefault="002440C1">
            <w:r>
              <w:t>(Text)……………..</w:t>
            </w:r>
          </w:p>
        </w:tc>
      </w:tr>
    </w:tbl>
    <w:p w14:paraId="0998EC10" w14:textId="5434A786" w:rsidR="00D26914" w:rsidRDefault="009404BC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7117EAF" wp14:editId="6C90F6CE">
                <wp:simplePos x="0" y="0"/>
                <wp:positionH relativeFrom="margin">
                  <wp:posOffset>885825</wp:posOffset>
                </wp:positionH>
                <wp:positionV relativeFrom="paragraph">
                  <wp:posOffset>132715</wp:posOffset>
                </wp:positionV>
                <wp:extent cx="3714750" cy="3429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F370D4" w14:textId="77777777" w:rsidR="009404BC" w:rsidRPr="009404BC" w:rsidRDefault="009404BC" w:rsidP="009404BC">
                            <w:pPr>
                              <w:jc w:val="center"/>
                              <w:rPr>
                                <w:color w:val="C00000"/>
                                <w:sz w:val="24"/>
                                <w:szCs w:val="24"/>
                              </w:rPr>
                            </w:pPr>
                            <w:hyperlink r:id="rId7" w:history="1">
                              <w:r w:rsidRPr="009404BC">
                                <w:rPr>
                                  <w:rStyle w:val="Hyperlink"/>
                                  <w:color w:val="C00000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  <w:p w14:paraId="003C7C87" w14:textId="77777777" w:rsidR="009404BC" w:rsidRPr="009404BC" w:rsidRDefault="009404BC" w:rsidP="009404BC">
                            <w:pPr>
                              <w:rPr>
                                <w:color w:val="C00000"/>
                              </w:rPr>
                            </w:pPr>
                            <w:r w:rsidRPr="009404BC">
                              <w:rPr>
                                <w:rFonts w:hint="cs"/>
                                <w:color w:val="C00000"/>
                                <w:rtl/>
                              </w:rPr>
                              <w:t xml:space="preserve"> </w:t>
                            </w:r>
                            <w:r w:rsidRPr="009404BC">
                              <w:rPr>
                                <w:color w:val="C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117EA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1" type="#_x0000_t202" style="position:absolute;margin-left:69.75pt;margin-top:10.45pt;width:292.5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" filled="f" stroked="f" strokeweight=".5pt">
                <v:textbox>
                  <w:txbxContent>
                    <w:p w14:paraId="72F370D4" w14:textId="77777777" w:rsidR="009404BC" w:rsidRPr="009404BC" w:rsidRDefault="009404BC" w:rsidP="009404BC">
                      <w:pPr>
                        <w:jc w:val="center"/>
                        <w:rPr>
                          <w:color w:val="C00000"/>
                          <w:sz w:val="24"/>
                          <w:szCs w:val="24"/>
                        </w:rPr>
                      </w:pPr>
                      <w:hyperlink r:id="rId8" w:history="1">
                        <w:r w:rsidRPr="009404BC">
                          <w:rPr>
                            <w:rStyle w:val="Hyperlink"/>
                            <w:color w:val="C00000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  <w:p w14:paraId="003C7C87" w14:textId="77777777" w:rsidR="009404BC" w:rsidRPr="009404BC" w:rsidRDefault="009404BC" w:rsidP="009404BC">
                      <w:pPr>
                        <w:rPr>
                          <w:color w:val="C00000"/>
                        </w:rPr>
                      </w:pPr>
                      <w:r w:rsidRPr="009404BC">
                        <w:rPr>
                          <w:rFonts w:hint="cs"/>
                          <w:color w:val="C00000"/>
                          <w:rtl/>
                        </w:rPr>
                        <w:t xml:space="preserve"> </w:t>
                      </w:r>
                      <w:r w:rsidRPr="009404BC">
                        <w:rPr>
                          <w:color w:val="C0000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26914" w:rsidSect="0010036D">
      <w:headerReference w:type="default" r:id="rId9"/>
      <w:footerReference w:type="default" r:id="rId10"/>
      <w:pgSz w:w="12240" w:h="15840"/>
      <w:pgMar w:top="720" w:right="1800" w:bottom="1152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E9D3B" w14:textId="77777777" w:rsidR="006539D9" w:rsidRDefault="006539D9">
      <w:pPr>
        <w:spacing w:after="0"/>
      </w:pPr>
      <w:r>
        <w:separator/>
      </w:r>
    </w:p>
  </w:endnote>
  <w:endnote w:type="continuationSeparator" w:id="0">
    <w:p w14:paraId="032D63E6" w14:textId="77777777" w:rsidR="006539D9" w:rsidRDefault="006539D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21696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4DB6DE" w14:textId="77777777" w:rsidR="00A40F09" w:rsidRDefault="00AF277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40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E7998" w14:textId="77777777" w:rsidR="006539D9" w:rsidRDefault="006539D9">
      <w:pPr>
        <w:spacing w:after="0"/>
      </w:pPr>
      <w:r>
        <w:separator/>
      </w:r>
    </w:p>
  </w:footnote>
  <w:footnote w:type="continuationSeparator" w:id="0">
    <w:p w14:paraId="7EFCD392" w14:textId="77777777" w:rsidR="006539D9" w:rsidRDefault="006539D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Agenda:"/>
      <w:tag w:val="Agenda:"/>
      <w:id w:val="-42448758"/>
      <w:placeholder>
        <w:docPart w:val="36D272E76A2B4D60887B145FC9E88F51"/>
      </w:placeholder>
      <w:showingPlcHdr/>
      <w:dataBinding w:prefixMappings="xmlns:ns0='http://schemas.openxmlformats.org/officeDocument/2006/extended-properties' " w:xpath="/ns0:Properties[1]/ns0:Company[1]" w:storeItemID="{6668398D-A668-4E3E-A5EB-62B293D839F1}"/>
      <w:text w:multiLine="1"/>
    </w:sdtPr>
    <w:sdtEndPr/>
    <w:sdtContent>
      <w:p w14:paraId="4E2A4A15" w14:textId="77777777" w:rsidR="00A40F09" w:rsidRDefault="00584325">
        <w:pPr>
          <w:pStyle w:val="Title"/>
        </w:pPr>
        <w:r>
          <w:t>agenda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7BAE3B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908E63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C4728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AB4B0C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36B39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11AA91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D25C5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D86F3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D8C71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B852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36D"/>
    <w:rsid w:val="000B4A87"/>
    <w:rsid w:val="0010036D"/>
    <w:rsid w:val="001A7254"/>
    <w:rsid w:val="001A789B"/>
    <w:rsid w:val="00201B9D"/>
    <w:rsid w:val="002440C1"/>
    <w:rsid w:val="0034533A"/>
    <w:rsid w:val="003657E0"/>
    <w:rsid w:val="003D5CF1"/>
    <w:rsid w:val="00404FC1"/>
    <w:rsid w:val="0057417F"/>
    <w:rsid w:val="00584325"/>
    <w:rsid w:val="005F3CB4"/>
    <w:rsid w:val="00636B36"/>
    <w:rsid w:val="006539D9"/>
    <w:rsid w:val="006C7E30"/>
    <w:rsid w:val="00785C64"/>
    <w:rsid w:val="0080448D"/>
    <w:rsid w:val="008325FA"/>
    <w:rsid w:val="008C2B0F"/>
    <w:rsid w:val="009404BC"/>
    <w:rsid w:val="009519AE"/>
    <w:rsid w:val="00956F7A"/>
    <w:rsid w:val="009770B3"/>
    <w:rsid w:val="009E2DA8"/>
    <w:rsid w:val="00A403FA"/>
    <w:rsid w:val="00A40F09"/>
    <w:rsid w:val="00AB6532"/>
    <w:rsid w:val="00AE66C1"/>
    <w:rsid w:val="00AF277F"/>
    <w:rsid w:val="00D26914"/>
    <w:rsid w:val="00E14AB0"/>
    <w:rsid w:val="00E334F6"/>
    <w:rsid w:val="00EC4863"/>
    <w:rsid w:val="00EE2E2E"/>
    <w:rsid w:val="00F9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1B883D"/>
  <w15:docId w15:val="{AAF9CB21-F7B0-4DC4-80E9-8A12E4F33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A"/>
  </w:style>
  <w:style w:type="paragraph" w:styleId="Heading1">
    <w:name w:val="heading 1"/>
    <w:basedOn w:val="Normal"/>
    <w:next w:val="Normal"/>
    <w:link w:val="Heading1Char"/>
    <w:uiPriority w:val="2"/>
    <w:qFormat/>
    <w:pPr>
      <w:keepNext/>
      <w:keepLines/>
      <w:outlineLvl w:val="0"/>
    </w:pPr>
    <w:rPr>
      <w:rFonts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2"/>
    <w:unhideWhenUsed/>
    <w:qFormat/>
    <w:pPr>
      <w:keepNext/>
      <w:keepLines/>
      <w:spacing w:before="320"/>
      <w:contextualSpacing/>
      <w:outlineLvl w:val="1"/>
    </w:pPr>
    <w:rPr>
      <w:rFonts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2"/>
    <w:semiHidden/>
    <w:unhideWhenUsed/>
    <w:qFormat/>
    <w:rsid w:val="00201B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2"/>
    <w:semiHidden/>
    <w:unhideWhenUsed/>
    <w:qFormat/>
    <w:rsid w:val="00201B9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2"/>
    <w:semiHidden/>
    <w:unhideWhenUsed/>
    <w:qFormat/>
    <w:rsid w:val="00201B9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qFormat/>
    <w:rsid w:val="00201B9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2"/>
    <w:semiHidden/>
    <w:unhideWhenUsed/>
    <w:qFormat/>
    <w:rsid w:val="00201B9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2"/>
    <w:semiHidden/>
    <w:unhideWhenUsed/>
    <w:qFormat/>
    <w:rsid w:val="00201B9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2"/>
    <w:semiHidden/>
    <w:unhideWhenUsed/>
    <w:qFormat/>
    <w:rsid w:val="00201B9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  <w:sz w:val="2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365F91" w:themeColor="accent1" w:themeShade="BF"/>
      <w:spacing w:val="0"/>
      <w:sz w:val="22"/>
    </w:rPr>
  </w:style>
  <w:style w:type="paragraph" w:styleId="Header">
    <w:name w:val="header"/>
    <w:basedOn w:val="Normal"/>
    <w:link w:val="HeaderChar"/>
    <w:uiPriority w:val="99"/>
    <w:unhideWhenUsed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</w:rPr>
  </w:style>
  <w:style w:type="paragraph" w:styleId="Footer">
    <w:name w:val="footer"/>
    <w:basedOn w:val="Normal"/>
    <w:link w:val="FooterChar"/>
    <w:uiPriority w:val="99"/>
    <w:unhideWhenUsed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</w:rPr>
  </w:style>
  <w:style w:type="paragraph" w:styleId="Title">
    <w:name w:val="Title"/>
    <w:basedOn w:val="Normal"/>
    <w:link w:val="TitleChar"/>
    <w:uiPriority w:val="1"/>
    <w:qFormat/>
    <w:rsid w:val="00785C64"/>
    <w:pPr>
      <w:spacing w:after="1260"/>
      <w:ind w:left="-86"/>
      <w:contextualSpacing/>
    </w:pPr>
    <w:rPr>
      <w:rFonts w:cstheme="majorBidi"/>
      <w:color w:val="595959" w:themeColor="text1" w:themeTint="A6"/>
      <w:kern w:val="28"/>
      <w:sz w:val="9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785C64"/>
    <w:rPr>
      <w:rFonts w:cstheme="majorBidi"/>
      <w:color w:val="595959" w:themeColor="text1" w:themeTint="A6"/>
      <w:kern w:val="28"/>
      <w:sz w:val="96"/>
      <w:szCs w:val="56"/>
    </w:rPr>
  </w:style>
  <w:style w:type="character" w:styleId="PlaceholderText">
    <w:name w:val="Placeholder Text"/>
    <w:basedOn w:val="DefaultParagraphFont"/>
    <w:uiPriority w:val="99"/>
    <w:semiHidden/>
    <w:rsid w:val="00404FC1"/>
    <w:rPr>
      <w:color w:val="595959" w:themeColor="text1" w:themeTint="A6"/>
      <w:sz w:val="22"/>
    </w:rPr>
  </w:style>
  <w:style w:type="table" w:styleId="TableGrid">
    <w:name w:val="Table Grid"/>
    <w:basedOn w:val="TableNormal"/>
    <w:uiPriority w:val="1"/>
    <w:pPr>
      <w:spacing w:after="0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2"/>
    <w:rPr>
      <w:rFonts w:cstheme="majorBidi"/>
      <w:b/>
      <w:sz w:val="22"/>
      <w:szCs w:val="32"/>
    </w:rPr>
  </w:style>
  <w:style w:type="character" w:customStyle="1" w:styleId="Heading2Char">
    <w:name w:val="Heading 2 Char"/>
    <w:basedOn w:val="DefaultParagraphFont"/>
    <w:link w:val="Heading2"/>
    <w:uiPriority w:val="2"/>
    <w:rPr>
      <w:rFonts w:cstheme="majorBidi"/>
      <w:b/>
      <w:sz w:val="22"/>
      <w:szCs w:val="26"/>
    </w:rPr>
  </w:style>
  <w:style w:type="paragraph" w:customStyle="1" w:styleId="DateTime">
    <w:name w:val="Date &amp; Time"/>
    <w:basedOn w:val="Normal"/>
    <w:uiPriority w:val="3"/>
    <w:qFormat/>
    <w:pPr>
      <w:spacing w:after="300"/>
      <w:contextualSpacing/>
    </w:pPr>
    <w:rPr>
      <w:rFonts w:eastAsiaTheme="minorHAnsi"/>
      <w:lang w:eastAsia="en-US"/>
    </w:rPr>
  </w:style>
  <w:style w:type="paragraph" w:customStyle="1" w:styleId="AgendaInformation">
    <w:name w:val="Agenda Information"/>
    <w:basedOn w:val="Normal"/>
    <w:uiPriority w:val="4"/>
    <w:qFormat/>
    <w:pPr>
      <w:spacing w:after="600" w:line="336" w:lineRule="auto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Segoe UI" w:hAnsi="Segoe UI" w:cs="Segoe UI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365F91" w:themeColor="accent1" w:themeShade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365F91" w:themeColor="accent1" w:themeShade="BF"/>
      <w:sz w:val="2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160"/>
      <w:contextualSpacing/>
    </w:pPr>
    <w:rPr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color w:val="5A5A5A" w:themeColor="text1" w:themeTint="A5"/>
      <w:sz w:val="22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1B9D"/>
  </w:style>
  <w:style w:type="paragraph" w:styleId="BlockText">
    <w:name w:val="Block Text"/>
    <w:basedOn w:val="Normal"/>
    <w:uiPriority w:val="99"/>
    <w:semiHidden/>
    <w:unhideWhenUsed/>
    <w:rsid w:val="00404FC1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201B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01B9D"/>
    <w:rPr>
      <w:sz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01B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01B9D"/>
    <w:rPr>
      <w:sz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01B9D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01B9D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01B9D"/>
    <w:pPr>
      <w:spacing w:after="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01B9D"/>
    <w:rPr>
      <w:sz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01B9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01B9D"/>
    <w:rPr>
      <w:sz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01B9D"/>
    <w:pPr>
      <w:spacing w:after="8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01B9D"/>
    <w:rPr>
      <w:sz w:val="2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01B9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01B9D"/>
    <w:rPr>
      <w:sz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01B9D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01B9D"/>
    <w:rPr>
      <w:sz w:val="22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1B9D"/>
    <w:pPr>
      <w:spacing w:after="200"/>
    </w:pPr>
    <w:rPr>
      <w:i/>
      <w:iCs/>
      <w:color w:val="1F497D" w:themeColor="text2"/>
    </w:rPr>
  </w:style>
  <w:style w:type="paragraph" w:styleId="Closing">
    <w:name w:val="Closing"/>
    <w:basedOn w:val="Normal"/>
    <w:link w:val="ClosingChar"/>
    <w:uiPriority w:val="99"/>
    <w:semiHidden/>
    <w:unhideWhenUsed/>
    <w:rsid w:val="00201B9D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01B9D"/>
    <w:rPr>
      <w:sz w:val="22"/>
    </w:rPr>
  </w:style>
  <w:style w:type="table" w:styleId="ColorfulGrid">
    <w:name w:val="Colorful Grid"/>
    <w:basedOn w:val="TableNormal"/>
    <w:uiPriority w:val="73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01B9D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01B9D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1B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1B9D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B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B9D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201B9D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01B9D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01B9D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01B9D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01B9D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01B9D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01B9D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01B9D"/>
  </w:style>
  <w:style w:type="character" w:customStyle="1" w:styleId="DateChar">
    <w:name w:val="Date Char"/>
    <w:basedOn w:val="DefaultParagraphFont"/>
    <w:link w:val="Date"/>
    <w:uiPriority w:val="99"/>
    <w:semiHidden/>
    <w:rsid w:val="00201B9D"/>
    <w:rPr>
      <w:sz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01B9D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01B9D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01B9D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01B9D"/>
    <w:rPr>
      <w:sz w:val="22"/>
    </w:rPr>
  </w:style>
  <w:style w:type="character" w:styleId="Emphasis">
    <w:name w:val="Emphasis"/>
    <w:basedOn w:val="DefaultParagraphFont"/>
    <w:uiPriority w:val="20"/>
    <w:semiHidden/>
    <w:unhideWhenUsed/>
    <w:qFormat/>
    <w:rsid w:val="00201B9D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201B9D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01B9D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1B9D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01B9D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01B9D"/>
    <w:rPr>
      <w:color w:val="800080" w:themeColor="followedHyperlink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01B9D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1B9D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1B9D"/>
    <w:rPr>
      <w:sz w:val="22"/>
      <w:szCs w:val="20"/>
    </w:rPr>
  </w:style>
  <w:style w:type="table" w:customStyle="1" w:styleId="GridTable1Light1">
    <w:name w:val="Grid Table 1 Light1"/>
    <w:basedOn w:val="TableNormal"/>
    <w:uiPriority w:val="46"/>
    <w:rsid w:val="00201B9D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201B9D"/>
    <w:pPr>
      <w:spacing w:after="0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201B9D"/>
    <w:pPr>
      <w:spacing w:after="0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uiPriority w:val="46"/>
    <w:rsid w:val="00201B9D"/>
    <w:pPr>
      <w:spacing w:after="0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leNormal"/>
    <w:uiPriority w:val="46"/>
    <w:rsid w:val="00201B9D"/>
    <w:pPr>
      <w:spacing w:after="0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uiPriority w:val="46"/>
    <w:rsid w:val="00201B9D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uiPriority w:val="46"/>
    <w:rsid w:val="00201B9D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1">
    <w:name w:val="Grid Table 21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-Accent11">
    <w:name w:val="Grid Table 2 - Accent 11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-Accent21">
    <w:name w:val="Grid Table 2 - Accent 21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-Accent31">
    <w:name w:val="Grid Table 2 - Accent 31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-Accent41">
    <w:name w:val="Grid Table 2 - Accent 41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-Accent51">
    <w:name w:val="Grid Table 2 - Accent 51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-Accent61">
    <w:name w:val="Grid Table 2 - Accent 61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1">
    <w:name w:val="Grid Table 31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-Accent11">
    <w:name w:val="Grid Table 3 - Accent 11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-Accent21">
    <w:name w:val="Grid Table 3 - Accent 21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-Accent31">
    <w:name w:val="Grid Table 3 - Accent 31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-Accent41">
    <w:name w:val="Grid Table 3 - Accent 41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-Accent51">
    <w:name w:val="Grid Table 3 - Accent 51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-Accent61">
    <w:name w:val="Grid Table 3 - Accent 61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1">
    <w:name w:val="Grid Table 41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11">
    <w:name w:val="Grid Table 4 - Accent 11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-Accent21">
    <w:name w:val="Grid Table 4 - Accent 21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1">
    <w:name w:val="Grid Table 5 Dark1"/>
    <w:basedOn w:val="TableNormal"/>
    <w:uiPriority w:val="50"/>
    <w:rsid w:val="00201B9D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-Accent11">
    <w:name w:val="Grid Table 5 Dark - Accent 11"/>
    <w:basedOn w:val="TableNormal"/>
    <w:uiPriority w:val="50"/>
    <w:rsid w:val="00201B9D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-Accent21">
    <w:name w:val="Grid Table 5 Dark - Accent 21"/>
    <w:basedOn w:val="TableNormal"/>
    <w:uiPriority w:val="50"/>
    <w:rsid w:val="00201B9D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-Accent31">
    <w:name w:val="Grid Table 5 Dark - Accent 31"/>
    <w:basedOn w:val="TableNormal"/>
    <w:uiPriority w:val="50"/>
    <w:rsid w:val="00201B9D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-Accent41">
    <w:name w:val="Grid Table 5 Dark - Accent 41"/>
    <w:basedOn w:val="TableNormal"/>
    <w:uiPriority w:val="50"/>
    <w:rsid w:val="00201B9D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-Accent51">
    <w:name w:val="Grid Table 5 Dark - Accent 51"/>
    <w:basedOn w:val="TableNormal"/>
    <w:uiPriority w:val="50"/>
    <w:rsid w:val="00201B9D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-Accent61">
    <w:name w:val="Grid Table 5 Dark - Accent 61"/>
    <w:basedOn w:val="TableNormal"/>
    <w:uiPriority w:val="50"/>
    <w:rsid w:val="00201B9D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1">
    <w:name w:val="Grid Table 6 Colorful1"/>
    <w:basedOn w:val="TableNormal"/>
    <w:uiPriority w:val="51"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201B9D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21">
    <w:name w:val="Grid Table 6 Colorful - Accent 21"/>
    <w:basedOn w:val="TableNormal"/>
    <w:uiPriority w:val="51"/>
    <w:rsid w:val="00201B9D"/>
    <w:pPr>
      <w:spacing w:after="0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-Accent31">
    <w:name w:val="Grid Table 6 Colorful - Accent 31"/>
    <w:basedOn w:val="TableNormal"/>
    <w:uiPriority w:val="51"/>
    <w:rsid w:val="00201B9D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201B9D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-Accent51">
    <w:name w:val="Grid Table 6 Colorful - Accent 51"/>
    <w:basedOn w:val="TableNormal"/>
    <w:uiPriority w:val="51"/>
    <w:rsid w:val="00201B9D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-Accent61">
    <w:name w:val="Grid Table 6 Colorful - Accent 61"/>
    <w:basedOn w:val="TableNormal"/>
    <w:uiPriority w:val="51"/>
    <w:rsid w:val="00201B9D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1">
    <w:name w:val="Grid Table 7 Colorful1"/>
    <w:basedOn w:val="TableNormal"/>
    <w:uiPriority w:val="52"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-Accent11">
    <w:name w:val="Grid Table 7 Colorful - Accent 11"/>
    <w:basedOn w:val="TableNormal"/>
    <w:uiPriority w:val="52"/>
    <w:rsid w:val="00201B9D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-Accent21">
    <w:name w:val="Grid Table 7 Colorful - Accent 21"/>
    <w:basedOn w:val="TableNormal"/>
    <w:uiPriority w:val="52"/>
    <w:rsid w:val="00201B9D"/>
    <w:pPr>
      <w:spacing w:after="0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-Accent31">
    <w:name w:val="Grid Table 7 Colorful - Accent 31"/>
    <w:basedOn w:val="TableNormal"/>
    <w:uiPriority w:val="52"/>
    <w:rsid w:val="00201B9D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rsid w:val="00201B9D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rsid w:val="00201B9D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201B9D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201B9D"/>
    <w:rPr>
      <w:color w:val="2B579A"/>
      <w:sz w:val="22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uiPriority w:val="2"/>
    <w:semiHidden/>
    <w:rsid w:val="00201B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semiHidden/>
    <w:rsid w:val="00201B9D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2"/>
    <w:semiHidden/>
    <w:rsid w:val="00201B9D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201B9D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201B9D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Heading8Char">
    <w:name w:val="Heading 8 Char"/>
    <w:basedOn w:val="DefaultParagraphFont"/>
    <w:link w:val="Heading8"/>
    <w:uiPriority w:val="2"/>
    <w:semiHidden/>
    <w:rsid w:val="00201B9D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2"/>
    <w:semiHidden/>
    <w:rsid w:val="00201B9D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201B9D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01B9D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01B9D"/>
    <w:rPr>
      <w:i/>
      <w:iCs/>
      <w:sz w:val="22"/>
    </w:rPr>
  </w:style>
  <w:style w:type="character" w:styleId="HTMLCite">
    <w:name w:val="HTML Cite"/>
    <w:basedOn w:val="DefaultParagraphFont"/>
    <w:uiPriority w:val="99"/>
    <w:semiHidden/>
    <w:unhideWhenUsed/>
    <w:rsid w:val="00201B9D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201B9D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201B9D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201B9D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1B9D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1B9D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201B9D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201B9D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201B9D"/>
    <w:rPr>
      <w:i/>
      <w:iCs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201B9D"/>
    <w:rPr>
      <w:color w:val="0000FF" w:themeColor="hyperlink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01B9D"/>
    <w:pPr>
      <w:spacing w:after="0"/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01B9D"/>
    <w:pPr>
      <w:spacing w:after="0"/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01B9D"/>
    <w:pPr>
      <w:spacing w:after="0"/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01B9D"/>
    <w:pPr>
      <w:spacing w:after="0"/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01B9D"/>
    <w:pPr>
      <w:spacing w:after="0"/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01B9D"/>
    <w:pPr>
      <w:spacing w:after="0"/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01B9D"/>
    <w:pPr>
      <w:spacing w:after="0"/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01B9D"/>
    <w:pPr>
      <w:spacing w:after="0"/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01B9D"/>
    <w:pPr>
      <w:spacing w:after="0"/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01B9D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01B9D"/>
    <w:pPr>
      <w:spacing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01B9D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01B9D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01B9D"/>
    <w:pPr>
      <w:spacing w:after="0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01B9D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01B9D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01B9D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01B9D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01B9D"/>
    <w:rPr>
      <w:sz w:val="22"/>
    </w:rPr>
  </w:style>
  <w:style w:type="paragraph" w:styleId="List">
    <w:name w:val="List"/>
    <w:basedOn w:val="Normal"/>
    <w:uiPriority w:val="99"/>
    <w:semiHidden/>
    <w:unhideWhenUsed/>
    <w:rsid w:val="00201B9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01B9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01B9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01B9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01B9D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201B9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01B9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01B9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01B9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01B9D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01B9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01B9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01B9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01B9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01B9D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201B9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01B9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01B9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01B9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01B9D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201B9D"/>
    <w:pPr>
      <w:ind w:left="720"/>
      <w:contextualSpacing/>
    </w:pPr>
  </w:style>
  <w:style w:type="table" w:customStyle="1" w:styleId="ListTable1Light1">
    <w:name w:val="List Table 1 Light1"/>
    <w:basedOn w:val="TableNormal"/>
    <w:uiPriority w:val="46"/>
    <w:rsid w:val="00201B9D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-Accent11">
    <w:name w:val="List Table 1 Light - Accent 11"/>
    <w:basedOn w:val="TableNormal"/>
    <w:uiPriority w:val="46"/>
    <w:rsid w:val="00201B9D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-Accent21">
    <w:name w:val="List Table 1 Light - Accent 21"/>
    <w:basedOn w:val="TableNormal"/>
    <w:uiPriority w:val="46"/>
    <w:rsid w:val="00201B9D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-Accent31">
    <w:name w:val="List Table 1 Light - Accent 31"/>
    <w:basedOn w:val="TableNormal"/>
    <w:uiPriority w:val="46"/>
    <w:rsid w:val="00201B9D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-Accent41">
    <w:name w:val="List Table 1 Light - Accent 41"/>
    <w:basedOn w:val="TableNormal"/>
    <w:uiPriority w:val="46"/>
    <w:rsid w:val="00201B9D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-Accent51">
    <w:name w:val="List Table 1 Light - Accent 51"/>
    <w:basedOn w:val="TableNormal"/>
    <w:uiPriority w:val="46"/>
    <w:rsid w:val="00201B9D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-Accent61">
    <w:name w:val="List Table 1 Light - Accent 61"/>
    <w:basedOn w:val="TableNormal"/>
    <w:uiPriority w:val="46"/>
    <w:rsid w:val="00201B9D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1">
    <w:name w:val="List Table 21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-Accent11">
    <w:name w:val="List Table 2 - Accent 11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-Accent21">
    <w:name w:val="List Table 2 - Accent 21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-Accent31">
    <w:name w:val="List Table 2 - Accent 31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-Accent41">
    <w:name w:val="List Table 2 - Accent 41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-Accent51">
    <w:name w:val="List Table 2 - Accent 51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-Accent61">
    <w:name w:val="List Table 2 - Accent 61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1">
    <w:name w:val="List Table 31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-Accent11">
    <w:name w:val="List Table 3 - Accent 11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-Accent21">
    <w:name w:val="List Table 3 - Accent 21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-Accent31">
    <w:name w:val="List Table 3 - Accent 31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-Accent51">
    <w:name w:val="List Table 3 - Accent 51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-Accent61">
    <w:name w:val="List Table 3 - Accent 61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1">
    <w:name w:val="List Table 41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-Accent11">
    <w:name w:val="List Table 4 - Accent 11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-Accent21">
    <w:name w:val="List Table 4 - Accent 21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-Accent31">
    <w:name w:val="List Table 4 - Accent 31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-Accent41">
    <w:name w:val="List Table 4 - Accent 41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-Accent51">
    <w:name w:val="List Table 4 - Accent 51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-Accent61">
    <w:name w:val="List Table 4 - Accent 61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Dark1">
    <w:name w:val="List Table 5 Dark1"/>
    <w:basedOn w:val="TableNormal"/>
    <w:uiPriority w:val="50"/>
    <w:rsid w:val="00201B9D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11">
    <w:name w:val="List Table 5 Dark - Accent 11"/>
    <w:basedOn w:val="TableNormal"/>
    <w:uiPriority w:val="50"/>
    <w:rsid w:val="00201B9D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1">
    <w:name w:val="List Table 5 Dark - Accent 21"/>
    <w:basedOn w:val="TableNormal"/>
    <w:uiPriority w:val="50"/>
    <w:rsid w:val="00201B9D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1">
    <w:name w:val="List Table 5 Dark - Accent 31"/>
    <w:basedOn w:val="TableNormal"/>
    <w:uiPriority w:val="50"/>
    <w:rsid w:val="00201B9D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1">
    <w:name w:val="List Table 5 Dark - Accent 41"/>
    <w:basedOn w:val="TableNormal"/>
    <w:uiPriority w:val="50"/>
    <w:rsid w:val="00201B9D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leNormal"/>
    <w:uiPriority w:val="50"/>
    <w:rsid w:val="00201B9D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1">
    <w:name w:val="List Table 5 Dark - Accent 61"/>
    <w:basedOn w:val="TableNormal"/>
    <w:uiPriority w:val="50"/>
    <w:rsid w:val="00201B9D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1">
    <w:name w:val="List Table 6 Colorful1"/>
    <w:basedOn w:val="TableNormal"/>
    <w:uiPriority w:val="51"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-Accent11">
    <w:name w:val="List Table 6 Colorful - Accent 11"/>
    <w:basedOn w:val="TableNormal"/>
    <w:uiPriority w:val="51"/>
    <w:rsid w:val="00201B9D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-Accent21">
    <w:name w:val="List Table 6 Colorful - Accent 21"/>
    <w:basedOn w:val="TableNormal"/>
    <w:uiPriority w:val="51"/>
    <w:rsid w:val="00201B9D"/>
    <w:pPr>
      <w:spacing w:after="0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-Accent31">
    <w:name w:val="List Table 6 Colorful - Accent 31"/>
    <w:basedOn w:val="TableNormal"/>
    <w:uiPriority w:val="51"/>
    <w:rsid w:val="00201B9D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-Accent41">
    <w:name w:val="List Table 6 Colorful - Accent 41"/>
    <w:basedOn w:val="TableNormal"/>
    <w:uiPriority w:val="51"/>
    <w:rsid w:val="00201B9D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-Accent51">
    <w:name w:val="List Table 6 Colorful - Accent 51"/>
    <w:basedOn w:val="TableNormal"/>
    <w:uiPriority w:val="51"/>
    <w:rsid w:val="00201B9D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-Accent61">
    <w:name w:val="List Table 6 Colorful - Accent 61"/>
    <w:basedOn w:val="TableNormal"/>
    <w:uiPriority w:val="51"/>
    <w:rsid w:val="00201B9D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1">
    <w:name w:val="List Table 7 Colorful1"/>
    <w:basedOn w:val="TableNormal"/>
    <w:uiPriority w:val="52"/>
    <w:rsid w:val="00201B9D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11">
    <w:name w:val="List Table 7 Colorful - Accent 11"/>
    <w:basedOn w:val="TableNormal"/>
    <w:uiPriority w:val="52"/>
    <w:rsid w:val="00201B9D"/>
    <w:pPr>
      <w:spacing w:after="0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1">
    <w:name w:val="List Table 7 Colorful - Accent 21"/>
    <w:basedOn w:val="TableNormal"/>
    <w:uiPriority w:val="52"/>
    <w:rsid w:val="00201B9D"/>
    <w:pPr>
      <w:spacing w:after="0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TableNormal"/>
    <w:uiPriority w:val="52"/>
    <w:rsid w:val="00201B9D"/>
    <w:pPr>
      <w:spacing w:after="0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1">
    <w:name w:val="List Table 7 Colorful - Accent 41"/>
    <w:basedOn w:val="TableNormal"/>
    <w:uiPriority w:val="52"/>
    <w:rsid w:val="00201B9D"/>
    <w:pPr>
      <w:spacing w:after="0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201B9D"/>
    <w:pPr>
      <w:spacing w:after="0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1">
    <w:name w:val="List Table 7 Colorful - Accent 61"/>
    <w:basedOn w:val="TableNormal"/>
    <w:uiPriority w:val="52"/>
    <w:rsid w:val="00201B9D"/>
    <w:pPr>
      <w:spacing w:after="0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201B9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01B9D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01B9D"/>
    <w:pPr>
      <w:spacing w:after="0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01B9D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201B9D"/>
    <w:rPr>
      <w:color w:val="2B579A"/>
      <w:sz w:val="22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01B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01B9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01B9D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201B9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01B9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01B9D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01B9D"/>
    <w:rPr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201B9D"/>
    <w:rPr>
      <w:sz w:val="22"/>
    </w:rPr>
  </w:style>
  <w:style w:type="table" w:customStyle="1" w:styleId="PlainTable11">
    <w:name w:val="Plain Table 11"/>
    <w:basedOn w:val="TableNormal"/>
    <w:uiPriority w:val="41"/>
    <w:rsid w:val="00201B9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201B9D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rsid w:val="00201B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201B9D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201B9D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201B9D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1B9D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201B9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01B9D"/>
    <w:rPr>
      <w:i/>
      <w:iCs/>
      <w:color w:val="404040" w:themeColor="text1" w:themeTint="BF"/>
      <w:sz w:val="22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01B9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01B9D"/>
    <w:rPr>
      <w:sz w:val="22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01B9D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01B9D"/>
    <w:rPr>
      <w:sz w:val="22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201B9D"/>
    <w:rPr>
      <w:sz w:val="22"/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201B9D"/>
    <w:rPr>
      <w:b/>
      <w:bCs/>
      <w:sz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201B9D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201B9D"/>
    <w:rPr>
      <w:smallCaps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201B9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01B9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01B9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01B9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01B9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01B9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01B9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01B9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01B9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01B9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01B9D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01B9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01B9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01B9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01B9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01B9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01B9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01B9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01B9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01B9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01B9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01B9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01B9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01B9D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01B9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Light1">
    <w:name w:val="Table Grid Light1"/>
    <w:basedOn w:val="TableNormal"/>
    <w:uiPriority w:val="40"/>
    <w:rsid w:val="00201B9D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01B9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01B9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01B9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01B9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01B9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01B9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01B9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01B9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01B9D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01B9D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201B9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01B9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01B9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01B9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01B9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201B9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01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01B9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01B9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201B9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01B9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01B9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01B9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01B9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01B9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01B9D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01B9D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01B9D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01B9D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01B9D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1B9D"/>
    <w:pPr>
      <w:spacing w:before="240" w:after="0"/>
      <w:outlineLvl w:val="9"/>
    </w:pPr>
    <w:rPr>
      <w:rFonts w:asciiTheme="majorHAnsi" w:eastAsiaTheme="majorEastAsia" w:hAnsiTheme="majorHAnsi"/>
      <w:b w:val="0"/>
      <w:color w:val="365F91" w:themeColor="accent1" w:themeShade="BF"/>
      <w:sz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04FC1"/>
    <w:rPr>
      <w:color w:val="595959" w:themeColor="text1" w:themeTint="A6"/>
      <w:sz w:val="22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eetemplatedownloads.ne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reetemplatedownloads.net/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mya%20toheed\AppData\Roaming\Microsoft\Templates\Meeting_agend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159C36B34C84B30B07B41CCCEA99E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B9CA6-F77E-4ECA-A9BE-C80C0F6FF60C}"/>
      </w:docPartPr>
      <w:docPartBody>
        <w:p w:rsidR="005C5A49" w:rsidRDefault="002C2265">
          <w:pPr>
            <w:pStyle w:val="9159C36B34C84B30B07B41CCCEA99E61"/>
          </w:pPr>
          <w:r w:rsidRPr="009770B3">
            <w:t>Time</w:t>
          </w:r>
        </w:p>
      </w:docPartBody>
    </w:docPart>
    <w:docPart>
      <w:docPartPr>
        <w:name w:val="8475DC5C6692414599ED8094AA486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54268-EA15-4B0B-BD65-04D84C02C40F}"/>
      </w:docPartPr>
      <w:docPartBody>
        <w:p w:rsidR="005C5A49" w:rsidRDefault="002C2265">
          <w:pPr>
            <w:pStyle w:val="8475DC5C6692414599ED8094AA486E42"/>
          </w:pPr>
          <w:r>
            <w:t>Location</w:t>
          </w:r>
        </w:p>
      </w:docPartBody>
    </w:docPart>
    <w:docPart>
      <w:docPartPr>
        <w:name w:val="36D272E76A2B4D60887B145FC9E88F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0ADCE-3D93-4309-8795-40B62BA61FF3}"/>
      </w:docPartPr>
      <w:docPartBody>
        <w:p w:rsidR="005C5A49" w:rsidRDefault="002C2265">
          <w:pPr>
            <w:pStyle w:val="36D272E76A2B4D60887B145FC9E88F51"/>
          </w:pPr>
          <w:r>
            <w:t>Time 1</w:t>
          </w:r>
        </w:p>
      </w:docPartBody>
    </w:docPart>
    <w:docPart>
      <w:docPartPr>
        <w:name w:val="733AD9BF12CF45A496B46A758284A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C9B8BF-1D9A-475E-815E-2FC8F47E9BF9}"/>
      </w:docPartPr>
      <w:docPartBody>
        <w:p w:rsidR="005C5A49" w:rsidRDefault="002C2265">
          <w:pPr>
            <w:pStyle w:val="733AD9BF12CF45A496B46A758284A8E9"/>
          </w:pPr>
          <w:r w:rsidRPr="009770B3">
            <w:t>Location</w:t>
          </w:r>
          <w:r>
            <w:t xml:space="preserve"> 1</w:t>
          </w:r>
        </w:p>
      </w:docPartBody>
    </w:docPart>
    <w:docPart>
      <w:docPartPr>
        <w:name w:val="DA2A05312E4F4AE7970CF0B8FDD9DB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09544-145C-4C3B-B557-0974A0AC4F53}"/>
      </w:docPartPr>
      <w:docPartBody>
        <w:p w:rsidR="005C5A49" w:rsidRDefault="002C2265">
          <w:pPr>
            <w:pStyle w:val="DA2A05312E4F4AE7970CF0B8FDD9DBEF"/>
          </w:pPr>
          <w:r w:rsidRPr="009770B3">
            <w:t>Location</w:t>
          </w:r>
          <w:r>
            <w:t xml:space="preserve"> 2</w:t>
          </w:r>
        </w:p>
      </w:docPartBody>
    </w:docPart>
    <w:docPart>
      <w:docPartPr>
        <w:name w:val="7023954A4F5C45528D654FB9AC9D7D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7AED60-A7CA-4F3A-AB2B-DB8E82908135}"/>
      </w:docPartPr>
      <w:docPartBody>
        <w:p w:rsidR="005C5A49" w:rsidRDefault="002C2265">
          <w:pPr>
            <w:pStyle w:val="7023954A4F5C45528D654FB9AC9D7D04"/>
          </w:pPr>
          <w:r w:rsidRPr="009770B3">
            <w:t>Additional Information:</w:t>
          </w:r>
        </w:p>
      </w:docPartBody>
    </w:docPart>
    <w:docPart>
      <w:docPartPr>
        <w:name w:val="BF269E2C25D24489A1D6F008A79025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E045A4-9190-4F9E-B0CB-4747A0F49178}"/>
      </w:docPartPr>
      <w:docPartBody>
        <w:p w:rsidR="005C5A49" w:rsidRDefault="00DF3C14" w:rsidP="00DF3C14">
          <w:pPr>
            <w:pStyle w:val="BF269E2C25D24489A1D6F008A7902587"/>
          </w:pPr>
          <w:r w:rsidRPr="009770B3">
            <w:t>Time</w:t>
          </w:r>
        </w:p>
      </w:docPartBody>
    </w:docPart>
    <w:docPart>
      <w:docPartPr>
        <w:name w:val="0B07481FAC9E467896232D4F6A11B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59FA15-17C5-4458-AF94-719940A54A7B}"/>
      </w:docPartPr>
      <w:docPartBody>
        <w:p w:rsidR="005C5A49" w:rsidRDefault="00DF3C14" w:rsidP="00DF3C14">
          <w:pPr>
            <w:pStyle w:val="0B07481FAC9E467896232D4F6A11B805"/>
          </w:pPr>
          <w:r>
            <w:t>Location</w:t>
          </w:r>
        </w:p>
      </w:docPartBody>
    </w:docPart>
    <w:docPart>
      <w:docPartPr>
        <w:name w:val="C366C8B3E02D41168C4FAE6007B96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AB09E0-ECB5-41BE-990C-0CEE86C5132F}"/>
      </w:docPartPr>
      <w:docPartBody>
        <w:p w:rsidR="005C5A49" w:rsidRDefault="00DF3C14" w:rsidP="00DF3C14">
          <w:pPr>
            <w:pStyle w:val="C366C8B3E02D41168C4FAE6007B9661C"/>
          </w:pPr>
          <w:r>
            <w:t>Time 1</w:t>
          </w:r>
        </w:p>
      </w:docPartBody>
    </w:docPart>
    <w:docPart>
      <w:docPartPr>
        <w:name w:val="583C0D83C4BF47C799E6AD2F80B06A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82EF4-B5A9-446C-B91D-E11B23BAFD2F}"/>
      </w:docPartPr>
      <w:docPartBody>
        <w:p w:rsidR="005C5A49" w:rsidRDefault="00DF3C14" w:rsidP="00DF3C14">
          <w:pPr>
            <w:pStyle w:val="583C0D83C4BF47C799E6AD2F80B06A57"/>
          </w:pPr>
          <w:r w:rsidRPr="009770B3">
            <w:t>Location</w:t>
          </w:r>
          <w:r>
            <w:t xml:space="preserve"> 1</w:t>
          </w:r>
        </w:p>
      </w:docPartBody>
    </w:docPart>
    <w:docPart>
      <w:docPartPr>
        <w:name w:val="B85A66ADA0214721ADB52BD892F685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83DDDF-E924-4437-BD73-8003FF60BF8D}"/>
      </w:docPartPr>
      <w:docPartBody>
        <w:p w:rsidR="005C5A49" w:rsidRDefault="00DF3C14" w:rsidP="00DF3C14">
          <w:pPr>
            <w:pStyle w:val="B85A66ADA0214721ADB52BD892F685AB"/>
          </w:pPr>
          <w:r w:rsidRPr="009770B3">
            <w:t>Location</w:t>
          </w:r>
          <w:r>
            <w:t xml:space="preserve"> 2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C14"/>
    <w:rsid w:val="00125DCE"/>
    <w:rsid w:val="001A0F28"/>
    <w:rsid w:val="002C2265"/>
    <w:rsid w:val="005C5A49"/>
    <w:rsid w:val="00DF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CF1269BAECE4F59A7A44E1898D27281">
    <w:name w:val="DCF1269BAECE4F59A7A44E1898D27281"/>
  </w:style>
  <w:style w:type="paragraph" w:customStyle="1" w:styleId="0A5AB7CDB7AC4890BBA1BCC4B4A2F277">
    <w:name w:val="0A5AB7CDB7AC4890BBA1BCC4B4A2F277"/>
  </w:style>
  <w:style w:type="paragraph" w:customStyle="1" w:styleId="1CB3C895D5DC4A93A5805412B8F5791F">
    <w:name w:val="1CB3C895D5DC4A93A5805412B8F5791F"/>
  </w:style>
  <w:style w:type="paragraph" w:customStyle="1" w:styleId="90A1F8D90C8C40928676D44828539572">
    <w:name w:val="90A1F8D90C8C40928676D44828539572"/>
  </w:style>
  <w:style w:type="paragraph" w:customStyle="1" w:styleId="6EDEA2076E094C83947CC44A12E8AF31">
    <w:name w:val="6EDEA2076E094C83947CC44A12E8AF31"/>
  </w:style>
  <w:style w:type="paragraph" w:customStyle="1" w:styleId="7FC41574970E48F1909BE2B62EC2C529">
    <w:name w:val="7FC41574970E48F1909BE2B62EC2C529"/>
  </w:style>
  <w:style w:type="paragraph" w:customStyle="1" w:styleId="D5C613B1DF96495DA6D5EA657BE8FD1D">
    <w:name w:val="D5C613B1DF96495DA6D5EA657BE8FD1D"/>
  </w:style>
  <w:style w:type="paragraph" w:customStyle="1" w:styleId="217C9A0BA346424784049CD2D7AB9D92">
    <w:name w:val="217C9A0BA346424784049CD2D7AB9D92"/>
  </w:style>
  <w:style w:type="paragraph" w:customStyle="1" w:styleId="B96934732E5A4D19886E962D3F88589F">
    <w:name w:val="B96934732E5A4D19886E962D3F88589F"/>
  </w:style>
  <w:style w:type="paragraph" w:customStyle="1" w:styleId="BB29CAC8B4DD488E933E2D7E7B3AEF50">
    <w:name w:val="BB29CAC8B4DD488E933E2D7E7B3AEF50"/>
  </w:style>
  <w:style w:type="paragraph" w:customStyle="1" w:styleId="88CA5CE93B334BCF8F25C38DA910FD63">
    <w:name w:val="88CA5CE93B334BCF8F25C38DA910FD63"/>
  </w:style>
  <w:style w:type="paragraph" w:customStyle="1" w:styleId="55DEBFB00EA546A1BD4111DE20784DD1">
    <w:name w:val="55DEBFB00EA546A1BD4111DE20784DD1"/>
  </w:style>
  <w:style w:type="paragraph" w:customStyle="1" w:styleId="9159C36B34C84B30B07B41CCCEA99E61">
    <w:name w:val="9159C36B34C84B30B07B41CCCEA99E61"/>
  </w:style>
  <w:style w:type="paragraph" w:customStyle="1" w:styleId="1018DF1900D24F6B89F5B35153662340">
    <w:name w:val="1018DF1900D24F6B89F5B35153662340"/>
  </w:style>
  <w:style w:type="paragraph" w:customStyle="1" w:styleId="8475DC5C6692414599ED8094AA486E42">
    <w:name w:val="8475DC5C6692414599ED8094AA486E42"/>
  </w:style>
  <w:style w:type="paragraph" w:customStyle="1" w:styleId="36D272E76A2B4D60887B145FC9E88F51">
    <w:name w:val="36D272E76A2B4D60887B145FC9E88F51"/>
  </w:style>
  <w:style w:type="paragraph" w:customStyle="1" w:styleId="59478E2B0ADD46979DB76F76ADFBEEF8">
    <w:name w:val="59478E2B0ADD46979DB76F76ADFBEEF8"/>
  </w:style>
  <w:style w:type="paragraph" w:customStyle="1" w:styleId="70F57A5F1686496398392EC38C81B9C6">
    <w:name w:val="70F57A5F1686496398392EC38C81B9C6"/>
  </w:style>
  <w:style w:type="paragraph" w:customStyle="1" w:styleId="733AD9BF12CF45A496B46A758284A8E9">
    <w:name w:val="733AD9BF12CF45A496B46A758284A8E9"/>
  </w:style>
  <w:style w:type="paragraph" w:customStyle="1" w:styleId="DA2A05312E4F4AE7970CF0B8FDD9DBEF">
    <w:name w:val="DA2A05312E4F4AE7970CF0B8FDD9DBEF"/>
  </w:style>
  <w:style w:type="paragraph" w:customStyle="1" w:styleId="2FBB2E62FFCF48EBADCAED4357E08E56">
    <w:name w:val="2FBB2E62FFCF48EBADCAED4357E08E56"/>
  </w:style>
  <w:style w:type="paragraph" w:customStyle="1" w:styleId="CA7830B9B59842719C5E907ECEFD74A4">
    <w:name w:val="CA7830B9B59842719C5E907ECEFD74A4"/>
  </w:style>
  <w:style w:type="paragraph" w:customStyle="1" w:styleId="151E3702708F4AF18CB29FE235323FDE">
    <w:name w:val="151E3702708F4AF18CB29FE235323FDE"/>
  </w:style>
  <w:style w:type="paragraph" w:customStyle="1" w:styleId="64E7518B4D3A497BB5842D110C6425BE">
    <w:name w:val="64E7518B4D3A497BB5842D110C6425BE"/>
  </w:style>
  <w:style w:type="paragraph" w:customStyle="1" w:styleId="CED84EB0ADA244E99341A3878445BF09">
    <w:name w:val="CED84EB0ADA244E99341A3878445BF09"/>
  </w:style>
  <w:style w:type="paragraph" w:customStyle="1" w:styleId="3EADE72E6CAF41698A7AA7F0191E90F5">
    <w:name w:val="3EADE72E6CAF41698A7AA7F0191E90F5"/>
  </w:style>
  <w:style w:type="paragraph" w:customStyle="1" w:styleId="39E760ED378A4C178AFB2FAF65FA1501">
    <w:name w:val="39E760ED378A4C178AFB2FAF65FA1501"/>
  </w:style>
  <w:style w:type="paragraph" w:customStyle="1" w:styleId="466788839F024F8FA213B57314C852D8">
    <w:name w:val="466788839F024F8FA213B57314C852D8"/>
  </w:style>
  <w:style w:type="paragraph" w:customStyle="1" w:styleId="7023954A4F5C45528D654FB9AC9D7D04">
    <w:name w:val="7023954A4F5C45528D654FB9AC9D7D04"/>
  </w:style>
  <w:style w:type="paragraph" w:customStyle="1" w:styleId="B3F06B02095F4401AD9E985948EE65D4">
    <w:name w:val="B3F06B02095F4401AD9E985948EE65D4"/>
  </w:style>
  <w:style w:type="paragraph" w:customStyle="1" w:styleId="BF269E2C25D24489A1D6F008A7902587">
    <w:name w:val="BF269E2C25D24489A1D6F008A7902587"/>
    <w:rsid w:val="00DF3C14"/>
  </w:style>
  <w:style w:type="paragraph" w:customStyle="1" w:styleId="0B07481FAC9E467896232D4F6A11B805">
    <w:name w:val="0B07481FAC9E467896232D4F6A11B805"/>
    <w:rsid w:val="00DF3C14"/>
  </w:style>
  <w:style w:type="paragraph" w:customStyle="1" w:styleId="C366C8B3E02D41168C4FAE6007B9661C">
    <w:name w:val="C366C8B3E02D41168C4FAE6007B9661C"/>
    <w:rsid w:val="00DF3C14"/>
  </w:style>
  <w:style w:type="paragraph" w:customStyle="1" w:styleId="583C0D83C4BF47C799E6AD2F80B06A57">
    <w:name w:val="583C0D83C4BF47C799E6AD2F80B06A57"/>
    <w:rsid w:val="00DF3C14"/>
  </w:style>
  <w:style w:type="paragraph" w:customStyle="1" w:styleId="B85A66ADA0214721ADB52BD892F685AB">
    <w:name w:val="B85A66ADA0214721ADB52BD892F685AB"/>
    <w:rsid w:val="00DF3C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Agend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Meeting_agenda.dotx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 toheed</dc:creator>
  <cp:lastModifiedBy>A1</cp:lastModifiedBy>
  <cp:revision>2</cp:revision>
  <dcterms:created xsi:type="dcterms:W3CDTF">2023-01-31T12:06:00Z</dcterms:created>
  <dcterms:modified xsi:type="dcterms:W3CDTF">2023-01-31T12:06:00Z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