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ListTable5Dark1"/>
        <w:tblW w:w="0" w:type="auto"/>
        <w:tblLook w:val="04A0" w:firstRow="1" w:lastRow="0" w:firstColumn="1" w:lastColumn="0" w:noHBand="0" w:noVBand="1"/>
      </w:tblPr>
      <w:tblGrid>
        <w:gridCol w:w="10050"/>
      </w:tblGrid>
      <w:tr w:rsidR="00755910" w14:paraId="64503F4A" w14:textId="77777777" w:rsidTr="007559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296" w:type="dxa"/>
          </w:tcPr>
          <w:p w14:paraId="2847C4A9" w14:textId="114F8FDD" w:rsidR="00755910" w:rsidRPr="00755910" w:rsidRDefault="00755910" w:rsidP="00C37F7F">
            <w:pPr>
              <w:pStyle w:val="Heading1"/>
              <w:outlineLvl w:val="0"/>
              <w:rPr>
                <w:rFonts w:ascii="Arial Black" w:hAnsi="Arial Black"/>
                <w:b/>
                <w:sz w:val="36"/>
                <w:szCs w:val="36"/>
              </w:rPr>
            </w:pPr>
            <w:r w:rsidRPr="00755910">
              <w:rPr>
                <w:rFonts w:ascii="Arial Black" w:hAnsi="Arial Black"/>
                <w:b/>
                <w:sz w:val="36"/>
                <w:szCs w:val="36"/>
              </w:rPr>
              <w:t>Meeting Agenda</w:t>
            </w:r>
          </w:p>
        </w:tc>
      </w:tr>
    </w:tbl>
    <w:p w14:paraId="2C94A50C" w14:textId="69FACBA2" w:rsidR="00755910" w:rsidRDefault="00755910" w:rsidP="00C37F7F">
      <w:pPr>
        <w:pStyle w:val="Heading1"/>
      </w:pPr>
    </w:p>
    <w:sdt>
      <w:sdtPr>
        <w:alias w:val="Enter meeting title:"/>
        <w:tag w:val="Enter meeting title:"/>
        <w:id w:val="44968575"/>
        <w:placeholder>
          <w:docPart w:val="046EC25F222041728C08D52430146EF7"/>
        </w:placeholder>
        <w:temporary/>
        <w:showingPlcHdr/>
      </w:sdtPr>
      <w:sdtEndPr/>
      <w:sdtContent>
        <w:p w14:paraId="650CE5C8" w14:textId="77777777" w:rsidR="00215FB1" w:rsidRPr="00D274EE" w:rsidRDefault="00D274EE" w:rsidP="00C37F7F">
          <w:pPr>
            <w:pStyle w:val="Heading1"/>
          </w:pPr>
          <w:r w:rsidRPr="00E73D3F">
            <w:t xml:space="preserve">Meeting </w:t>
          </w:r>
          <w:r w:rsidRPr="00C37F7F">
            <w:t>Title</w:t>
          </w:r>
        </w:p>
      </w:sdtContent>
    </w:sdt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</w:tblGrid>
      <w:tr w:rsidR="00755910" w:rsidRPr="00755910" w14:paraId="2AB0352B" w14:textId="77777777" w:rsidTr="00755910">
        <w:tc>
          <w:tcPr>
            <w:tcW w:w="1818" w:type="dxa"/>
          </w:tcPr>
          <w:p w14:paraId="1CEC2766" w14:textId="44F4868A" w:rsidR="00755910" w:rsidRPr="00755910" w:rsidRDefault="00755910" w:rsidP="00C37F7F">
            <w:pPr>
              <w:pStyle w:val="Heading2"/>
              <w:rPr>
                <w:rFonts w:ascii="Arial Black" w:hAnsi="Arial Black"/>
                <w:sz w:val="24"/>
                <w:szCs w:val="24"/>
              </w:rPr>
            </w:pPr>
            <w:r w:rsidRPr="00755910">
              <w:rPr>
                <w:rFonts w:ascii="Arial Black" w:hAnsi="Arial Black"/>
                <w:sz w:val="24"/>
                <w:szCs w:val="24"/>
              </w:rPr>
              <w:t>DATE</w:t>
            </w:r>
          </w:p>
        </w:tc>
      </w:tr>
    </w:tbl>
    <w:p w14:paraId="1210DBD2" w14:textId="77777777" w:rsidR="00755910" w:rsidRPr="00755910" w:rsidRDefault="00755910" w:rsidP="00C37F7F">
      <w:pPr>
        <w:pStyle w:val="Heading2"/>
        <w:rPr>
          <w:rFonts w:ascii="Arial Black" w:hAnsi="Arial Black"/>
          <w:sz w:val="24"/>
          <w:szCs w:val="24"/>
        </w:rPr>
      </w:pPr>
      <w:r w:rsidRPr="00755910">
        <w:rPr>
          <w:rFonts w:ascii="Arial Black" w:hAnsi="Arial Black"/>
          <w:sz w:val="24"/>
          <w:szCs w:val="24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35"/>
        <w:gridCol w:w="5035"/>
      </w:tblGrid>
      <w:tr w:rsidR="00755910" w:rsidRPr="00755910" w14:paraId="111BE2C6" w14:textId="77777777" w:rsidTr="00755910">
        <w:tc>
          <w:tcPr>
            <w:tcW w:w="5148" w:type="dxa"/>
          </w:tcPr>
          <w:p w14:paraId="430B89EE" w14:textId="42C3604F" w:rsidR="00755910" w:rsidRPr="00755910" w:rsidRDefault="00755910" w:rsidP="00C37F7F">
            <w:pPr>
              <w:pStyle w:val="Heading2"/>
              <w:rPr>
                <w:rFonts w:ascii="Arial Black" w:hAnsi="Arial Black"/>
                <w:sz w:val="24"/>
                <w:szCs w:val="24"/>
              </w:rPr>
            </w:pPr>
            <w:r w:rsidRPr="00755910">
              <w:rPr>
                <w:rFonts w:ascii="Arial Black" w:hAnsi="Arial Black"/>
                <w:sz w:val="24"/>
                <w:szCs w:val="24"/>
              </w:rPr>
              <w:t>START TIME</w:t>
            </w:r>
          </w:p>
        </w:tc>
        <w:tc>
          <w:tcPr>
            <w:tcW w:w="5148" w:type="dxa"/>
          </w:tcPr>
          <w:p w14:paraId="2CB75A9C" w14:textId="354120F2" w:rsidR="00755910" w:rsidRPr="00755910" w:rsidRDefault="00755910" w:rsidP="00C37F7F">
            <w:pPr>
              <w:pStyle w:val="Heading2"/>
              <w:rPr>
                <w:rFonts w:ascii="Arial Black" w:hAnsi="Arial Black"/>
                <w:sz w:val="24"/>
                <w:szCs w:val="24"/>
              </w:rPr>
            </w:pPr>
            <w:r w:rsidRPr="00755910">
              <w:rPr>
                <w:rFonts w:ascii="Arial Black" w:hAnsi="Arial Black"/>
                <w:sz w:val="24"/>
                <w:szCs w:val="24"/>
              </w:rPr>
              <w:t>END TIME</w:t>
            </w:r>
          </w:p>
        </w:tc>
      </w:tr>
      <w:tr w:rsidR="00755910" w14:paraId="7C456B61" w14:textId="77777777" w:rsidTr="00755910">
        <w:tc>
          <w:tcPr>
            <w:tcW w:w="5148" w:type="dxa"/>
          </w:tcPr>
          <w:p w14:paraId="03AD3A32" w14:textId="0E35576F" w:rsidR="00755910" w:rsidRPr="00254FF7" w:rsidRDefault="00755910" w:rsidP="00C37F7F">
            <w:pPr>
              <w:pStyle w:val="Heading2"/>
              <w:rPr>
                <w:rFonts w:ascii="Arial Black" w:hAnsi="Arial Black"/>
                <w:b w:val="0"/>
                <w:sz w:val="28"/>
                <w:szCs w:val="28"/>
              </w:rPr>
            </w:pPr>
            <w:r w:rsidRPr="00254FF7">
              <w:rPr>
                <w:rFonts w:ascii="Arial Black" w:hAnsi="Arial Black"/>
                <w:b w:val="0"/>
                <w:sz w:val="28"/>
                <w:szCs w:val="28"/>
              </w:rPr>
              <w:t>Meeting called by</w:t>
            </w:r>
          </w:p>
        </w:tc>
        <w:tc>
          <w:tcPr>
            <w:tcW w:w="5148" w:type="dxa"/>
          </w:tcPr>
          <w:p w14:paraId="279E3AE0" w14:textId="42264822" w:rsidR="00755910" w:rsidRPr="00254FF7" w:rsidRDefault="00755910" w:rsidP="00C37F7F">
            <w:pPr>
              <w:pStyle w:val="Heading2"/>
              <w:rPr>
                <w:rFonts w:ascii="Arial Black" w:hAnsi="Arial Black"/>
                <w:b w:val="0"/>
                <w:sz w:val="28"/>
                <w:szCs w:val="28"/>
              </w:rPr>
            </w:pPr>
            <w:r w:rsidRPr="00254FF7">
              <w:rPr>
                <w:rFonts w:ascii="Arial Black" w:hAnsi="Arial Black"/>
                <w:b w:val="0"/>
                <w:sz w:val="28"/>
                <w:szCs w:val="28"/>
              </w:rPr>
              <w:t xml:space="preserve">Name of Facilitator </w:t>
            </w:r>
          </w:p>
        </w:tc>
      </w:tr>
      <w:tr w:rsidR="00755910" w14:paraId="664C25F1" w14:textId="77777777" w:rsidTr="00755910">
        <w:tc>
          <w:tcPr>
            <w:tcW w:w="5148" w:type="dxa"/>
          </w:tcPr>
          <w:p w14:paraId="63060BFB" w14:textId="6F5A7F2A" w:rsidR="00755910" w:rsidRPr="00254FF7" w:rsidRDefault="00254FF7" w:rsidP="00C37F7F">
            <w:pPr>
              <w:rPr>
                <w:rFonts w:ascii="Arial Black" w:hAnsi="Arial Black"/>
                <w:sz w:val="28"/>
                <w:szCs w:val="28"/>
              </w:rPr>
            </w:pPr>
            <w:r w:rsidRPr="00254FF7">
              <w:rPr>
                <w:rFonts w:ascii="Arial Black" w:hAnsi="Arial Black"/>
                <w:sz w:val="28"/>
                <w:szCs w:val="28"/>
              </w:rPr>
              <w:t>Attendees</w:t>
            </w:r>
          </w:p>
        </w:tc>
        <w:tc>
          <w:tcPr>
            <w:tcW w:w="5148" w:type="dxa"/>
          </w:tcPr>
          <w:p w14:paraId="7A067F3C" w14:textId="080ED62A" w:rsidR="00755910" w:rsidRPr="00254FF7" w:rsidRDefault="00254FF7" w:rsidP="00C37F7F">
            <w:pPr>
              <w:rPr>
                <w:rFonts w:ascii="Arial Black" w:hAnsi="Arial Black"/>
                <w:sz w:val="28"/>
                <w:szCs w:val="28"/>
              </w:rPr>
            </w:pPr>
            <w:r w:rsidRPr="00254FF7">
              <w:rPr>
                <w:rFonts w:ascii="Arial Black" w:hAnsi="Arial Black"/>
                <w:sz w:val="28"/>
                <w:szCs w:val="28"/>
              </w:rPr>
              <w:t>Name</w:t>
            </w:r>
          </w:p>
        </w:tc>
      </w:tr>
      <w:tr w:rsidR="00755910" w14:paraId="4A64F7E0" w14:textId="77777777" w:rsidTr="00755910">
        <w:tc>
          <w:tcPr>
            <w:tcW w:w="5148" w:type="dxa"/>
          </w:tcPr>
          <w:p w14:paraId="12588637" w14:textId="71E32C33" w:rsidR="00755910" w:rsidRPr="00254FF7" w:rsidRDefault="00254FF7" w:rsidP="00C37F7F">
            <w:pPr>
              <w:rPr>
                <w:rFonts w:ascii="Arial Black" w:hAnsi="Arial Black"/>
                <w:sz w:val="28"/>
                <w:szCs w:val="28"/>
              </w:rPr>
            </w:pPr>
            <w:r w:rsidRPr="00254FF7">
              <w:rPr>
                <w:rFonts w:ascii="Arial Black" w:hAnsi="Arial Black"/>
                <w:sz w:val="28"/>
                <w:szCs w:val="28"/>
              </w:rPr>
              <w:t>Please bring</w:t>
            </w:r>
          </w:p>
        </w:tc>
        <w:tc>
          <w:tcPr>
            <w:tcW w:w="5148" w:type="dxa"/>
          </w:tcPr>
          <w:p w14:paraId="6921A287" w14:textId="5A072D38" w:rsidR="00755910" w:rsidRPr="00254FF7" w:rsidRDefault="00042133" w:rsidP="00C37F7F">
            <w:pPr>
              <w:rPr>
                <w:rFonts w:ascii="Arial Black" w:hAnsi="Arial Black"/>
                <w:sz w:val="28"/>
                <w:szCs w:val="28"/>
              </w:rPr>
            </w:pPr>
            <w:sdt>
              <w:sdtPr>
                <w:rPr>
                  <w:rFonts w:ascii="Arial Black" w:hAnsi="Arial Black"/>
                  <w:sz w:val="28"/>
                  <w:szCs w:val="28"/>
                </w:rPr>
                <w:alias w:val="Enter supply list:"/>
                <w:tag w:val="Enter supply list:"/>
                <w:id w:val="-1481846781"/>
                <w:placeholder>
                  <w:docPart w:val="D8EA6A591F6B4DF8A786F46DEC02B11F"/>
                </w:placeholder>
                <w:temporary/>
                <w:showingPlcHdr/>
              </w:sdtPr>
              <w:sdtEndPr/>
              <w:sdtContent>
                <w:r w:rsidR="00254FF7" w:rsidRPr="00254FF7">
                  <w:rPr>
                    <w:rFonts w:ascii="Arial Black" w:hAnsi="Arial Black"/>
                    <w:sz w:val="28"/>
                    <w:szCs w:val="28"/>
                  </w:rPr>
                  <w:t>Supply List</w:t>
                </w:r>
              </w:sdtContent>
            </w:sdt>
          </w:p>
        </w:tc>
      </w:tr>
      <w:tr w:rsidR="00755910" w14:paraId="2CD20E59" w14:textId="77777777" w:rsidTr="00755910">
        <w:tc>
          <w:tcPr>
            <w:tcW w:w="5148" w:type="dxa"/>
          </w:tcPr>
          <w:p w14:paraId="1E861642" w14:textId="49673084" w:rsidR="00755910" w:rsidRPr="00254FF7" w:rsidRDefault="00254FF7" w:rsidP="00C37F7F">
            <w:pPr>
              <w:rPr>
                <w:rFonts w:ascii="Arial Black" w:hAnsi="Arial Black"/>
                <w:sz w:val="28"/>
                <w:szCs w:val="28"/>
              </w:rPr>
            </w:pPr>
            <w:r w:rsidRPr="00254FF7">
              <w:rPr>
                <w:rFonts w:ascii="Arial Black" w:hAnsi="Arial Black"/>
                <w:sz w:val="28"/>
                <w:szCs w:val="28"/>
              </w:rPr>
              <w:t>Please read</w:t>
            </w:r>
          </w:p>
        </w:tc>
        <w:tc>
          <w:tcPr>
            <w:tcW w:w="5148" w:type="dxa"/>
          </w:tcPr>
          <w:p w14:paraId="19109934" w14:textId="2D206E7C" w:rsidR="00755910" w:rsidRPr="00254FF7" w:rsidRDefault="00042133" w:rsidP="00C37F7F">
            <w:pPr>
              <w:rPr>
                <w:rFonts w:ascii="Arial Black" w:hAnsi="Arial Black"/>
                <w:sz w:val="28"/>
                <w:szCs w:val="28"/>
              </w:rPr>
            </w:pPr>
            <w:sdt>
              <w:sdtPr>
                <w:rPr>
                  <w:rFonts w:ascii="Arial Black" w:hAnsi="Arial Black"/>
                  <w:sz w:val="28"/>
                  <w:szCs w:val="28"/>
                </w:rPr>
                <w:alias w:val="Enter reading list:"/>
                <w:tag w:val="Enter reading list:"/>
                <w:id w:val="-1367830982"/>
                <w:placeholder>
                  <w:docPart w:val="BA55D5BA9CB74D13BB5319F8D1AB3948"/>
                </w:placeholder>
                <w:temporary/>
                <w:showingPlcHdr/>
              </w:sdtPr>
              <w:sdtEndPr/>
              <w:sdtContent>
                <w:r w:rsidR="00254FF7" w:rsidRPr="00254FF7">
                  <w:rPr>
                    <w:rFonts w:ascii="Arial Black" w:hAnsi="Arial Black"/>
                    <w:sz w:val="28"/>
                    <w:szCs w:val="28"/>
                  </w:rPr>
                  <w:t>Reading List</w:t>
                </w:r>
              </w:sdtContent>
            </w:sdt>
          </w:p>
        </w:tc>
      </w:tr>
    </w:tbl>
    <w:p w14:paraId="304C6CD4" w14:textId="73651F8D" w:rsidR="00215FB1" w:rsidRDefault="00DA7A9D" w:rsidP="00C37F7F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DD6A39E" wp14:editId="6F87F17C">
                <wp:simplePos x="0" y="0"/>
                <wp:positionH relativeFrom="margin">
                  <wp:posOffset>1344930</wp:posOffset>
                </wp:positionH>
                <wp:positionV relativeFrom="paragraph">
                  <wp:posOffset>4591050</wp:posOffset>
                </wp:positionV>
                <wp:extent cx="3714750" cy="3429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A5DE53" w14:textId="77777777" w:rsidR="00DA7A9D" w:rsidRPr="00DA7A9D" w:rsidRDefault="00DA7A9D" w:rsidP="00DA7A9D">
                            <w:pPr>
                              <w:jc w:val="center"/>
                              <w:rPr>
                                <w:color w:val="C00000"/>
                                <w:sz w:val="24"/>
                                <w:szCs w:val="24"/>
                              </w:rPr>
                            </w:pPr>
                            <w:hyperlink r:id="rId7" w:history="1">
                              <w:r w:rsidRPr="00DA7A9D">
                                <w:rPr>
                                  <w:rStyle w:val="Hyperlink"/>
                                  <w:color w:val="C00000"/>
                                  <w:sz w:val="24"/>
                                  <w:szCs w:val="24"/>
                                </w:rPr>
                                <w:t>https://www.freetemplatedownloads.net/</w:t>
                              </w:r>
                            </w:hyperlink>
                          </w:p>
                          <w:p w14:paraId="364EE13B" w14:textId="77777777" w:rsidR="00DA7A9D" w:rsidRPr="00DA7A9D" w:rsidRDefault="00DA7A9D" w:rsidP="00DA7A9D">
                            <w:pPr>
                              <w:rPr>
                                <w:color w:val="C00000"/>
                              </w:rPr>
                            </w:pPr>
                            <w:r w:rsidRPr="00DA7A9D">
                              <w:rPr>
                                <w:rFonts w:hint="cs"/>
                                <w:color w:val="C00000"/>
                                <w:rtl/>
                              </w:rPr>
                              <w:t xml:space="preserve"> </w:t>
                            </w:r>
                            <w:r w:rsidRPr="00DA7A9D">
                              <w:rPr>
                                <w:color w:val="C0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6A39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05.9pt;margin-top:361.5pt;width:292.5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" filled="f" stroked="f" strokeweight=".5pt">
                <v:textbox>
                  <w:txbxContent>
                    <w:p w14:paraId="40A5DE53" w14:textId="77777777" w:rsidR="00DA7A9D" w:rsidRPr="00DA7A9D" w:rsidRDefault="00DA7A9D" w:rsidP="00DA7A9D">
                      <w:pPr>
                        <w:jc w:val="center"/>
                        <w:rPr>
                          <w:color w:val="C00000"/>
                          <w:sz w:val="24"/>
                          <w:szCs w:val="24"/>
                        </w:rPr>
                      </w:pPr>
                      <w:hyperlink r:id="rId8" w:history="1">
                        <w:r w:rsidRPr="00DA7A9D">
                          <w:rPr>
                            <w:rStyle w:val="Hyperlink"/>
                            <w:color w:val="C00000"/>
                            <w:sz w:val="24"/>
                            <w:szCs w:val="24"/>
                          </w:rPr>
                          <w:t>https://www.freetemplatedownloads.net/</w:t>
                        </w:r>
                      </w:hyperlink>
                    </w:p>
                    <w:p w14:paraId="364EE13B" w14:textId="77777777" w:rsidR="00DA7A9D" w:rsidRPr="00DA7A9D" w:rsidRDefault="00DA7A9D" w:rsidP="00DA7A9D">
                      <w:pPr>
                        <w:rPr>
                          <w:color w:val="C00000"/>
                        </w:rPr>
                      </w:pPr>
                      <w:r w:rsidRPr="00DA7A9D">
                        <w:rPr>
                          <w:rFonts w:hint="cs"/>
                          <w:color w:val="C00000"/>
                          <w:rtl/>
                        </w:rPr>
                        <w:t xml:space="preserve"> </w:t>
                      </w:r>
                      <w:r w:rsidRPr="00DA7A9D">
                        <w:rPr>
                          <w:color w:val="C00000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Style1"/>
        <w:tblW w:w="5050" w:type="pct"/>
        <w:tblInd w:w="-115" w:type="dxa"/>
        <w:tblLayout w:type="fixed"/>
        <w:tblLook w:val="04A0" w:firstRow="1" w:lastRow="0" w:firstColumn="1" w:lastColumn="0" w:noHBand="0" w:noVBand="1"/>
        <w:tblDescription w:val="First table has attendees names, reading list, and supply list and second table has start time and end time, item, topic, and location"/>
      </w:tblPr>
      <w:tblGrid>
        <w:gridCol w:w="2805"/>
        <w:gridCol w:w="5239"/>
        <w:gridCol w:w="2369"/>
      </w:tblGrid>
      <w:tr w:rsidR="00215FB1" w:rsidRPr="00254FF7" w14:paraId="05440467" w14:textId="77777777" w:rsidTr="00254FF7">
        <w:tc>
          <w:tcPr>
            <w:tcW w:w="2805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5AA27B46" w14:textId="77777777" w:rsidR="00215FB1" w:rsidRPr="00254FF7" w:rsidRDefault="00042133" w:rsidP="00C37F7F">
            <w:pPr>
              <w:pStyle w:val="Heading2"/>
              <w:outlineLvl w:val="1"/>
              <w:rPr>
                <w:rFonts w:ascii="Arial Rounded MT Bold" w:hAnsi="Arial Rounded MT Bold"/>
                <w:sz w:val="32"/>
                <w:szCs w:val="32"/>
              </w:rPr>
            </w:pPr>
            <w:sdt>
              <w:sdtPr>
                <w:rPr>
                  <w:rFonts w:ascii="Arial Rounded MT Bold" w:hAnsi="Arial Rounded MT Bold"/>
                  <w:sz w:val="32"/>
                  <w:szCs w:val="32"/>
                </w:rPr>
                <w:alias w:val="Enter start time:"/>
                <w:tag w:val="Enter start time:"/>
                <w:id w:val="44968168"/>
                <w:placeholder>
                  <w:docPart w:val="516FBF8EF65B4212AA4CD3BE310035CE"/>
                </w:placeholder>
                <w:temporary/>
                <w:showingPlcHdr/>
              </w:sdtPr>
              <w:sdtEndPr/>
              <w:sdtContent>
                <w:r w:rsidR="00B46BA6" w:rsidRPr="00254FF7">
                  <w:rPr>
                    <w:rFonts w:ascii="Arial Rounded MT Bold" w:hAnsi="Arial Rounded MT Bold"/>
                    <w:sz w:val="32"/>
                    <w:szCs w:val="32"/>
                  </w:rPr>
                  <w:t>Start Time</w:t>
                </w:r>
              </w:sdtContent>
            </w:sdt>
            <w:r w:rsidR="00215FB1" w:rsidRPr="00254FF7">
              <w:rPr>
                <w:rFonts w:ascii="Arial Rounded MT Bold" w:hAnsi="Arial Rounded MT Bold"/>
                <w:sz w:val="32"/>
                <w:szCs w:val="32"/>
              </w:rPr>
              <w:t xml:space="preserve"> – </w:t>
            </w:r>
            <w:sdt>
              <w:sdtPr>
                <w:rPr>
                  <w:rFonts w:ascii="Arial Rounded MT Bold" w:hAnsi="Arial Rounded MT Bold"/>
                  <w:sz w:val="32"/>
                  <w:szCs w:val="32"/>
                </w:rPr>
                <w:alias w:val="Enter end time:"/>
                <w:tag w:val="Enter end time:"/>
                <w:id w:val="44968194"/>
                <w:placeholder>
                  <w:docPart w:val="A5BFD7DA5D9B42B1BEEC396492D1B1B7"/>
                </w:placeholder>
                <w:temporary/>
                <w:showingPlcHdr/>
              </w:sdtPr>
              <w:sdtEndPr/>
              <w:sdtContent>
                <w:r w:rsidR="00B46BA6" w:rsidRPr="00254FF7">
                  <w:rPr>
                    <w:rFonts w:ascii="Arial Rounded MT Bold" w:hAnsi="Arial Rounded MT Bold"/>
                    <w:sz w:val="32"/>
                    <w:szCs w:val="32"/>
                  </w:rPr>
                  <w:t>End Time</w:t>
                </w:r>
              </w:sdtContent>
            </w:sdt>
          </w:p>
        </w:tc>
        <w:tc>
          <w:tcPr>
            <w:tcW w:w="5239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sdt>
            <w:sdtPr>
              <w:rPr>
                <w:rFonts w:ascii="Arial Rounded MT Bold" w:hAnsi="Arial Rounded MT Bold"/>
                <w:sz w:val="32"/>
                <w:szCs w:val="32"/>
              </w:rPr>
              <w:alias w:val="Enter introduction:"/>
              <w:tag w:val="Enter introduction:"/>
              <w:id w:val="44968222"/>
              <w:placeholder>
                <w:docPart w:val="743E863091AD4F24B21BB3B2C14A0D5E"/>
              </w:placeholder>
              <w:temporary/>
              <w:showingPlcHdr/>
            </w:sdtPr>
            <w:sdtEndPr/>
            <w:sdtContent>
              <w:p w14:paraId="26601AA7" w14:textId="77777777" w:rsidR="00215FB1" w:rsidRPr="00254FF7" w:rsidRDefault="00B46BA6" w:rsidP="00C37F7F">
                <w:pPr>
                  <w:pStyle w:val="Heading2"/>
                  <w:outlineLvl w:val="1"/>
                  <w:rPr>
                    <w:rFonts w:ascii="Arial Rounded MT Bold" w:hAnsi="Arial Rounded MT Bold"/>
                    <w:sz w:val="32"/>
                    <w:szCs w:val="32"/>
                  </w:rPr>
                </w:pPr>
                <w:r w:rsidRPr="00254FF7">
                  <w:rPr>
                    <w:rFonts w:ascii="Arial Rounded MT Bold" w:hAnsi="Arial Rounded MT Bold"/>
                    <w:sz w:val="32"/>
                    <w:szCs w:val="32"/>
                  </w:rPr>
                  <w:t>Introduction</w:t>
                </w:r>
              </w:p>
            </w:sdtContent>
          </w:sdt>
          <w:sdt>
            <w:sdtPr>
              <w:rPr>
                <w:rFonts w:ascii="Arial Rounded MT Bold" w:hAnsi="Arial Rounded MT Bold"/>
                <w:sz w:val="32"/>
                <w:szCs w:val="32"/>
              </w:rPr>
              <w:alias w:val="Enter breakfast description:"/>
              <w:tag w:val="Enter breakfast description:"/>
              <w:id w:val="44968251"/>
              <w:placeholder>
                <w:docPart w:val="FE79691B27B042C48AEE257CA3133199"/>
              </w:placeholder>
              <w:temporary/>
              <w:showingPlcHdr/>
            </w:sdtPr>
            <w:sdtEndPr/>
            <w:sdtContent>
              <w:p w14:paraId="4FEB3390" w14:textId="77777777" w:rsidR="00215FB1" w:rsidRPr="00254FF7" w:rsidRDefault="00B46BA6" w:rsidP="00C37F7F">
                <w:pPr>
                  <w:rPr>
                    <w:rFonts w:ascii="Arial Rounded MT Bold" w:hAnsi="Arial Rounded MT Bold"/>
                    <w:sz w:val="32"/>
                    <w:szCs w:val="32"/>
                  </w:rPr>
                </w:pPr>
                <w:r w:rsidRPr="00254FF7">
                  <w:rPr>
                    <w:rFonts w:ascii="Arial Rounded MT Bold" w:hAnsi="Arial Rounded MT Bold"/>
                    <w:sz w:val="32"/>
                    <w:szCs w:val="32"/>
                  </w:rPr>
                  <w:t>Continental Breakfast</w:t>
                </w:r>
              </w:p>
            </w:sdtContent>
          </w:sdt>
          <w:p w14:paraId="0D25EC50" w14:textId="32A4B29E" w:rsidR="00215FB1" w:rsidRPr="00254FF7" w:rsidRDefault="00042133" w:rsidP="00C37F7F">
            <w:pPr>
              <w:rPr>
                <w:rFonts w:ascii="Arial Rounded MT Bold" w:hAnsi="Arial Rounded MT Bold"/>
                <w:sz w:val="32"/>
                <w:szCs w:val="32"/>
              </w:rPr>
            </w:pPr>
            <w:sdt>
              <w:sdtPr>
                <w:rPr>
                  <w:rFonts w:ascii="Arial Rounded MT Bold" w:hAnsi="Arial Rounded MT Bold"/>
                  <w:sz w:val="32"/>
                  <w:szCs w:val="32"/>
                </w:rPr>
                <w:alias w:val="Topic:"/>
                <w:tag w:val="Topic:"/>
                <w:id w:val="44968279"/>
                <w:placeholder>
                  <w:docPart w:val="3C760AB0C39C40FBAD0F9E2DF66C8285"/>
                </w:placeholder>
                <w:temporary/>
                <w:showingPlcHdr/>
              </w:sdtPr>
              <w:sdtEndPr/>
              <w:sdtContent>
                <w:r w:rsidR="00B46BA6" w:rsidRPr="00254FF7">
                  <w:rPr>
                    <w:rFonts w:ascii="Arial Rounded MT Bold" w:hAnsi="Arial Rounded MT Bold"/>
                    <w:sz w:val="32"/>
                    <w:szCs w:val="32"/>
                  </w:rPr>
                  <w:t>Topic</w:t>
                </w:r>
              </w:sdtContent>
            </w:sdt>
            <w:r w:rsidR="00F862B1" w:rsidRPr="00254FF7">
              <w:rPr>
                <w:rFonts w:ascii="Arial Rounded MT Bold" w:hAnsi="Arial Rounded MT Bold"/>
                <w:sz w:val="32"/>
                <w:szCs w:val="32"/>
              </w:rPr>
              <w:tab/>
            </w:r>
            <w:sdt>
              <w:sdtPr>
                <w:rPr>
                  <w:rFonts w:ascii="Arial Rounded MT Bold" w:hAnsi="Arial Rounded MT Bold"/>
                  <w:sz w:val="32"/>
                  <w:szCs w:val="32"/>
                </w:rPr>
                <w:alias w:val="Enter speaker name:"/>
                <w:tag w:val="Enter speaker name:"/>
                <w:id w:val="44968306"/>
                <w:placeholder>
                  <w:docPart w:val="F1023A5CDE9E4FF3AC69B9AD86343640"/>
                </w:placeholder>
                <w:temporary/>
                <w:showingPlcHdr/>
              </w:sdtPr>
              <w:sdtEndPr/>
              <w:sdtContent>
                <w:r w:rsidR="00B46BA6" w:rsidRPr="00254FF7">
                  <w:rPr>
                    <w:rFonts w:ascii="Arial Rounded MT Bold" w:hAnsi="Arial Rounded MT Bold"/>
                    <w:sz w:val="32"/>
                    <w:szCs w:val="32"/>
                  </w:rPr>
                  <w:t>Speaker</w:t>
                </w:r>
              </w:sdtContent>
            </w:sdt>
          </w:p>
        </w:tc>
        <w:sdt>
          <w:sdtPr>
            <w:rPr>
              <w:rFonts w:ascii="Arial Rounded MT Bold" w:hAnsi="Arial Rounded MT Bold"/>
              <w:sz w:val="32"/>
              <w:szCs w:val="32"/>
            </w:rPr>
            <w:alias w:val="Enter location:"/>
            <w:tag w:val="Enter location:"/>
            <w:id w:val="44968383"/>
            <w:placeholder>
              <w:docPart w:val="D4C30A75873B4D5684F2FF405787C891"/>
            </w:placeholder>
            <w:temporary/>
            <w:showingPlcHdr/>
          </w:sdtPr>
          <w:sdtEndPr/>
          <w:sdtContent>
            <w:tc>
              <w:tcPr>
                <w:tcW w:w="2369" w:type="dxa"/>
                <w:tcMar>
                  <w:top w:w="144" w:type="dxa"/>
                  <w:left w:w="115" w:type="dxa"/>
                  <w:bottom w:w="144" w:type="dxa"/>
                  <w:right w:w="115" w:type="dxa"/>
                </w:tcMar>
              </w:tcPr>
              <w:p w14:paraId="02E77A1B" w14:textId="77777777" w:rsidR="00215FB1" w:rsidRPr="00254FF7" w:rsidRDefault="00B46BA6" w:rsidP="00C37F7F">
                <w:pPr>
                  <w:pStyle w:val="Location"/>
                  <w:rPr>
                    <w:rFonts w:ascii="Arial Rounded MT Bold" w:hAnsi="Arial Rounded MT Bold"/>
                    <w:sz w:val="32"/>
                    <w:szCs w:val="32"/>
                  </w:rPr>
                </w:pPr>
                <w:r w:rsidRPr="00254FF7">
                  <w:rPr>
                    <w:rFonts w:ascii="Arial Rounded MT Bold" w:hAnsi="Arial Rounded MT Bold"/>
                    <w:sz w:val="32"/>
                    <w:szCs w:val="32"/>
                  </w:rPr>
                  <w:t>Location</w:t>
                </w:r>
              </w:p>
            </w:tc>
          </w:sdtContent>
        </w:sdt>
      </w:tr>
      <w:tr w:rsidR="00B46BA6" w:rsidRPr="00254FF7" w14:paraId="0FDF7F14" w14:textId="77777777" w:rsidTr="00254FF7">
        <w:tc>
          <w:tcPr>
            <w:tcW w:w="2805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1D698571" w14:textId="77777777" w:rsidR="00B46BA6" w:rsidRPr="00254FF7" w:rsidRDefault="00042133" w:rsidP="00C37F7F">
            <w:pPr>
              <w:pStyle w:val="Heading2"/>
              <w:outlineLvl w:val="1"/>
              <w:rPr>
                <w:rFonts w:ascii="Arial Rounded MT Bold" w:hAnsi="Arial Rounded MT Bold"/>
                <w:sz w:val="32"/>
                <w:szCs w:val="32"/>
              </w:rPr>
            </w:pPr>
            <w:sdt>
              <w:sdtPr>
                <w:rPr>
                  <w:rFonts w:ascii="Arial Rounded MT Bold" w:hAnsi="Arial Rounded MT Bold"/>
                  <w:sz w:val="32"/>
                  <w:szCs w:val="32"/>
                </w:rPr>
                <w:alias w:val="Enter start time:"/>
                <w:tag w:val="Enter start time:"/>
                <w:id w:val="44968377"/>
                <w:placeholder>
                  <w:docPart w:val="546B28AC4E754F83BACE1101CEC62448"/>
                </w:placeholder>
                <w:temporary/>
                <w:showingPlcHdr/>
              </w:sdtPr>
              <w:sdtEndPr/>
              <w:sdtContent>
                <w:r w:rsidR="00B46BA6" w:rsidRPr="00254FF7">
                  <w:rPr>
                    <w:rFonts w:ascii="Arial Rounded MT Bold" w:hAnsi="Arial Rounded MT Bold"/>
                    <w:sz w:val="32"/>
                    <w:szCs w:val="32"/>
                  </w:rPr>
                  <w:t>Start Time</w:t>
                </w:r>
              </w:sdtContent>
            </w:sdt>
            <w:r w:rsidR="00B46BA6" w:rsidRPr="00254FF7">
              <w:rPr>
                <w:rFonts w:ascii="Arial Rounded MT Bold" w:hAnsi="Arial Rounded MT Bold"/>
                <w:sz w:val="32"/>
                <w:szCs w:val="32"/>
              </w:rPr>
              <w:t xml:space="preserve"> – </w:t>
            </w:r>
            <w:sdt>
              <w:sdtPr>
                <w:rPr>
                  <w:rFonts w:ascii="Arial Rounded MT Bold" w:hAnsi="Arial Rounded MT Bold"/>
                  <w:sz w:val="32"/>
                  <w:szCs w:val="32"/>
                </w:rPr>
                <w:alias w:val="Enter end time:"/>
                <w:tag w:val="Enter end time:"/>
                <w:id w:val="44968553"/>
                <w:placeholder>
                  <w:docPart w:val="78C232DD1FE344F2AE2A5AFD9F5DE010"/>
                </w:placeholder>
                <w:temporary/>
                <w:showingPlcHdr/>
              </w:sdtPr>
              <w:sdtEndPr/>
              <w:sdtContent>
                <w:r w:rsidR="00D274EE" w:rsidRPr="00254FF7">
                  <w:rPr>
                    <w:rFonts w:ascii="Arial Rounded MT Bold" w:hAnsi="Arial Rounded MT Bold"/>
                    <w:sz w:val="32"/>
                    <w:szCs w:val="32"/>
                  </w:rPr>
                  <w:t>End Time</w:t>
                </w:r>
              </w:sdtContent>
            </w:sdt>
          </w:p>
        </w:tc>
        <w:tc>
          <w:tcPr>
            <w:tcW w:w="5239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sdt>
            <w:sdtPr>
              <w:rPr>
                <w:rFonts w:ascii="Arial Rounded MT Bold" w:hAnsi="Arial Rounded MT Bold"/>
                <w:sz w:val="32"/>
                <w:szCs w:val="32"/>
              </w:rPr>
              <w:alias w:val="Enter item 1:"/>
              <w:tag w:val="Enter item 1:"/>
              <w:id w:val="44968333"/>
              <w:placeholder>
                <w:docPart w:val="7ABFB53BD9C641BAAD952C711B361EA7"/>
              </w:placeholder>
              <w:temporary/>
              <w:showingPlcHdr/>
            </w:sdtPr>
            <w:sdtEndPr/>
            <w:sdtContent>
              <w:p w14:paraId="7430F5FD" w14:textId="77777777" w:rsidR="00B46BA6" w:rsidRPr="00254FF7" w:rsidRDefault="00B46BA6" w:rsidP="00C37F7F">
                <w:pPr>
                  <w:pStyle w:val="Heading2"/>
                  <w:outlineLvl w:val="1"/>
                  <w:rPr>
                    <w:rFonts w:ascii="Arial Rounded MT Bold" w:hAnsi="Arial Rounded MT Bold"/>
                    <w:sz w:val="32"/>
                    <w:szCs w:val="32"/>
                  </w:rPr>
                </w:pPr>
                <w:r w:rsidRPr="00254FF7">
                  <w:rPr>
                    <w:rFonts w:ascii="Arial Rounded MT Bold" w:hAnsi="Arial Rounded MT Bold"/>
                    <w:sz w:val="32"/>
                    <w:szCs w:val="32"/>
                  </w:rPr>
                  <w:t>Item</w:t>
                </w:r>
                <w:r w:rsidR="00FB276C" w:rsidRPr="00254FF7">
                  <w:rPr>
                    <w:rFonts w:ascii="Arial Rounded MT Bold" w:hAnsi="Arial Rounded MT Bold"/>
                    <w:sz w:val="32"/>
                    <w:szCs w:val="32"/>
                  </w:rPr>
                  <w:t xml:space="preserve"> </w:t>
                </w:r>
                <w:r w:rsidR="001370EC" w:rsidRPr="00254FF7">
                  <w:rPr>
                    <w:rFonts w:ascii="Arial Rounded MT Bold" w:hAnsi="Arial Rounded MT Bold"/>
                    <w:sz w:val="32"/>
                    <w:szCs w:val="32"/>
                  </w:rPr>
                  <w:t>#</w:t>
                </w:r>
                <w:r w:rsidR="00FB276C" w:rsidRPr="00254FF7">
                  <w:rPr>
                    <w:rFonts w:ascii="Arial Rounded MT Bold" w:hAnsi="Arial Rounded MT Bold"/>
                    <w:sz w:val="32"/>
                    <w:szCs w:val="32"/>
                  </w:rPr>
                  <w:t>1</w:t>
                </w:r>
              </w:p>
            </w:sdtContent>
          </w:sdt>
          <w:p w14:paraId="1559D37A" w14:textId="77777777" w:rsidR="00B46BA6" w:rsidRPr="00254FF7" w:rsidRDefault="00042133" w:rsidP="00C37F7F">
            <w:pPr>
              <w:rPr>
                <w:rFonts w:ascii="Arial Rounded MT Bold" w:hAnsi="Arial Rounded MT Bold"/>
                <w:sz w:val="32"/>
                <w:szCs w:val="32"/>
              </w:rPr>
            </w:pPr>
            <w:sdt>
              <w:sdtPr>
                <w:rPr>
                  <w:rFonts w:ascii="Arial Rounded MT Bold" w:hAnsi="Arial Rounded MT Bold"/>
                  <w:sz w:val="32"/>
                  <w:szCs w:val="32"/>
                </w:rPr>
                <w:alias w:val="Topic:"/>
                <w:tag w:val="Topic:"/>
                <w:id w:val="44968359"/>
                <w:placeholder>
                  <w:docPart w:val="84D5CDE2C7A84488BD32A6BE0A866D06"/>
                </w:placeholder>
                <w:temporary/>
                <w:showingPlcHdr/>
              </w:sdtPr>
              <w:sdtEndPr/>
              <w:sdtContent>
                <w:r w:rsidR="00B46BA6" w:rsidRPr="00254FF7">
                  <w:rPr>
                    <w:rFonts w:ascii="Arial Rounded MT Bold" w:hAnsi="Arial Rounded MT Bold"/>
                    <w:sz w:val="32"/>
                    <w:szCs w:val="32"/>
                  </w:rPr>
                  <w:t>Topic</w:t>
                </w:r>
              </w:sdtContent>
            </w:sdt>
            <w:r w:rsidR="00F862B1" w:rsidRPr="00254FF7">
              <w:rPr>
                <w:rFonts w:ascii="Arial Rounded MT Bold" w:hAnsi="Arial Rounded MT Bold"/>
                <w:sz w:val="32"/>
                <w:szCs w:val="32"/>
              </w:rPr>
              <w:tab/>
            </w:r>
            <w:sdt>
              <w:sdtPr>
                <w:rPr>
                  <w:rFonts w:ascii="Arial Rounded MT Bold" w:hAnsi="Arial Rounded MT Bold"/>
                  <w:sz w:val="32"/>
                  <w:szCs w:val="32"/>
                </w:rPr>
                <w:alias w:val="Enter topic 1:"/>
                <w:tag w:val="Enter topic 1:"/>
                <w:id w:val="1574315052"/>
                <w:placeholder>
                  <w:docPart w:val="EC8273F9F2E749F5854A4A2B32D2EA98"/>
                </w:placeholder>
                <w:temporary/>
                <w:showingPlcHdr/>
              </w:sdtPr>
              <w:sdtEndPr/>
              <w:sdtContent>
                <w:r w:rsidR="00FB276C" w:rsidRPr="00254FF7">
                  <w:rPr>
                    <w:rFonts w:ascii="Arial Rounded MT Bold" w:hAnsi="Arial Rounded MT Bold"/>
                    <w:sz w:val="32"/>
                    <w:szCs w:val="32"/>
                  </w:rPr>
                  <w:t>Enter topic</w:t>
                </w:r>
              </w:sdtContent>
            </w:sdt>
          </w:p>
        </w:tc>
        <w:sdt>
          <w:sdtPr>
            <w:rPr>
              <w:rFonts w:ascii="Arial Rounded MT Bold" w:hAnsi="Arial Rounded MT Bold"/>
              <w:sz w:val="32"/>
              <w:szCs w:val="32"/>
            </w:rPr>
            <w:alias w:val="Enter location:"/>
            <w:tag w:val="Enter location:"/>
            <w:id w:val="44968413"/>
            <w:placeholder>
              <w:docPart w:val="7C3F22CA32EA4C808322CDAF175FDACB"/>
            </w:placeholder>
            <w:temporary/>
            <w:showingPlcHdr/>
          </w:sdtPr>
          <w:sdtEndPr/>
          <w:sdtContent>
            <w:tc>
              <w:tcPr>
                <w:tcW w:w="2369" w:type="dxa"/>
                <w:tcMar>
                  <w:top w:w="144" w:type="dxa"/>
                  <w:left w:w="115" w:type="dxa"/>
                  <w:bottom w:w="144" w:type="dxa"/>
                  <w:right w:w="115" w:type="dxa"/>
                </w:tcMar>
              </w:tcPr>
              <w:p w14:paraId="3212A20C" w14:textId="77777777" w:rsidR="00B46BA6" w:rsidRPr="00254FF7" w:rsidRDefault="00B46BA6" w:rsidP="00C37F7F">
                <w:pPr>
                  <w:pStyle w:val="Location"/>
                  <w:rPr>
                    <w:rFonts w:ascii="Arial Rounded MT Bold" w:hAnsi="Arial Rounded MT Bold"/>
                    <w:sz w:val="32"/>
                    <w:szCs w:val="32"/>
                  </w:rPr>
                </w:pPr>
                <w:r w:rsidRPr="00254FF7">
                  <w:rPr>
                    <w:rFonts w:ascii="Arial Rounded MT Bold" w:hAnsi="Arial Rounded MT Bold"/>
                    <w:sz w:val="32"/>
                    <w:szCs w:val="32"/>
                  </w:rPr>
                  <w:t>Location</w:t>
                </w:r>
              </w:p>
            </w:tc>
          </w:sdtContent>
        </w:sdt>
      </w:tr>
      <w:tr w:rsidR="00B46BA6" w:rsidRPr="00254FF7" w14:paraId="091A0C7F" w14:textId="77777777" w:rsidTr="00254FF7">
        <w:tc>
          <w:tcPr>
            <w:tcW w:w="2805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0C1AD824" w14:textId="77777777" w:rsidR="00B46BA6" w:rsidRPr="00254FF7" w:rsidRDefault="00042133" w:rsidP="00C37F7F">
            <w:pPr>
              <w:pStyle w:val="Heading2"/>
              <w:outlineLvl w:val="1"/>
              <w:rPr>
                <w:rFonts w:ascii="Arial Rounded MT Bold" w:hAnsi="Arial Rounded MT Bold"/>
                <w:sz w:val="32"/>
                <w:szCs w:val="32"/>
              </w:rPr>
            </w:pPr>
            <w:sdt>
              <w:sdtPr>
                <w:rPr>
                  <w:rFonts w:ascii="Arial Rounded MT Bold" w:hAnsi="Arial Rounded MT Bold"/>
                  <w:sz w:val="32"/>
                  <w:szCs w:val="32"/>
                </w:rPr>
                <w:alias w:val="Enter start time:"/>
                <w:tag w:val="Enter start time:"/>
                <w:id w:val="44968379"/>
                <w:placeholder>
                  <w:docPart w:val="5B8D877F4AE847CA83A2101F98EDD7DE"/>
                </w:placeholder>
                <w:temporary/>
                <w:showingPlcHdr/>
              </w:sdtPr>
              <w:sdtEndPr/>
              <w:sdtContent>
                <w:r w:rsidR="00B46BA6" w:rsidRPr="00254FF7">
                  <w:rPr>
                    <w:rFonts w:ascii="Arial Rounded MT Bold" w:hAnsi="Arial Rounded MT Bold"/>
                    <w:sz w:val="32"/>
                    <w:szCs w:val="32"/>
                  </w:rPr>
                  <w:t>Start Time</w:t>
                </w:r>
              </w:sdtContent>
            </w:sdt>
            <w:r w:rsidR="00B46BA6" w:rsidRPr="00254FF7">
              <w:rPr>
                <w:rFonts w:ascii="Arial Rounded MT Bold" w:hAnsi="Arial Rounded MT Bold"/>
                <w:sz w:val="32"/>
                <w:szCs w:val="32"/>
              </w:rPr>
              <w:t xml:space="preserve"> – </w:t>
            </w:r>
            <w:sdt>
              <w:sdtPr>
                <w:rPr>
                  <w:rFonts w:ascii="Arial Rounded MT Bold" w:hAnsi="Arial Rounded MT Bold"/>
                  <w:sz w:val="32"/>
                  <w:szCs w:val="32"/>
                </w:rPr>
                <w:alias w:val="Enter end time:"/>
                <w:tag w:val="Enter end time:"/>
                <w:id w:val="44968554"/>
                <w:placeholder>
                  <w:docPart w:val="ADFD37C5B0C84612A34655027B67E513"/>
                </w:placeholder>
                <w:temporary/>
                <w:showingPlcHdr/>
              </w:sdtPr>
              <w:sdtEndPr/>
              <w:sdtContent>
                <w:r w:rsidR="00D274EE" w:rsidRPr="00254FF7">
                  <w:rPr>
                    <w:rFonts w:ascii="Arial Rounded MT Bold" w:hAnsi="Arial Rounded MT Bold"/>
                    <w:sz w:val="32"/>
                    <w:szCs w:val="32"/>
                  </w:rPr>
                  <w:t>End Time</w:t>
                </w:r>
              </w:sdtContent>
            </w:sdt>
          </w:p>
        </w:tc>
        <w:tc>
          <w:tcPr>
            <w:tcW w:w="5239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sdt>
            <w:sdtPr>
              <w:rPr>
                <w:rFonts w:ascii="Arial Rounded MT Bold" w:hAnsi="Arial Rounded MT Bold"/>
                <w:sz w:val="32"/>
                <w:szCs w:val="32"/>
              </w:rPr>
              <w:alias w:val="Enter item 2:"/>
              <w:tag w:val="Enter item 2:"/>
              <w:id w:val="44968361"/>
              <w:placeholder>
                <w:docPart w:val="4E24CC24DC5140DFBF4E9E47969D7358"/>
              </w:placeholder>
              <w:temporary/>
              <w:showingPlcHdr/>
            </w:sdtPr>
            <w:sdtEndPr/>
            <w:sdtContent>
              <w:p w14:paraId="7CE2A78E" w14:textId="77777777" w:rsidR="00B46BA6" w:rsidRPr="00254FF7" w:rsidRDefault="00B46BA6" w:rsidP="00C37F7F">
                <w:pPr>
                  <w:pStyle w:val="Heading2"/>
                  <w:outlineLvl w:val="1"/>
                  <w:rPr>
                    <w:rFonts w:ascii="Arial Rounded MT Bold" w:hAnsi="Arial Rounded MT Bold"/>
                    <w:sz w:val="32"/>
                    <w:szCs w:val="32"/>
                  </w:rPr>
                </w:pPr>
                <w:r w:rsidRPr="00254FF7">
                  <w:rPr>
                    <w:rFonts w:ascii="Arial Rounded MT Bold" w:hAnsi="Arial Rounded MT Bold"/>
                    <w:sz w:val="32"/>
                    <w:szCs w:val="32"/>
                  </w:rPr>
                  <w:t>Item</w:t>
                </w:r>
                <w:r w:rsidR="00FB276C" w:rsidRPr="00254FF7">
                  <w:rPr>
                    <w:rFonts w:ascii="Arial Rounded MT Bold" w:hAnsi="Arial Rounded MT Bold"/>
                    <w:sz w:val="32"/>
                    <w:szCs w:val="32"/>
                  </w:rPr>
                  <w:t xml:space="preserve"> </w:t>
                </w:r>
                <w:r w:rsidR="001370EC" w:rsidRPr="00254FF7">
                  <w:rPr>
                    <w:rFonts w:ascii="Arial Rounded MT Bold" w:hAnsi="Arial Rounded MT Bold"/>
                    <w:sz w:val="32"/>
                    <w:szCs w:val="32"/>
                  </w:rPr>
                  <w:t>#</w:t>
                </w:r>
                <w:r w:rsidR="00FB276C" w:rsidRPr="00254FF7">
                  <w:rPr>
                    <w:rFonts w:ascii="Arial Rounded MT Bold" w:hAnsi="Arial Rounded MT Bold"/>
                    <w:sz w:val="32"/>
                    <w:szCs w:val="32"/>
                  </w:rPr>
                  <w:t>2</w:t>
                </w:r>
              </w:p>
            </w:sdtContent>
          </w:sdt>
          <w:p w14:paraId="1E42E18F" w14:textId="287E0DC1" w:rsidR="00B46BA6" w:rsidRPr="00254FF7" w:rsidRDefault="00042133" w:rsidP="00C37F7F">
            <w:pPr>
              <w:rPr>
                <w:rFonts w:ascii="Arial Rounded MT Bold" w:hAnsi="Arial Rounded MT Bold"/>
                <w:sz w:val="32"/>
                <w:szCs w:val="32"/>
              </w:rPr>
            </w:pPr>
            <w:sdt>
              <w:sdtPr>
                <w:rPr>
                  <w:rFonts w:ascii="Arial Rounded MT Bold" w:hAnsi="Arial Rounded MT Bold"/>
                  <w:sz w:val="32"/>
                  <w:szCs w:val="32"/>
                </w:rPr>
                <w:alias w:val="Topic:"/>
                <w:tag w:val="Topic:"/>
                <w:id w:val="44968362"/>
                <w:placeholder>
                  <w:docPart w:val="ED364D32CD934FA6B77063C74282762B"/>
                </w:placeholder>
                <w:temporary/>
                <w:showingPlcHdr/>
              </w:sdtPr>
              <w:sdtEndPr/>
              <w:sdtContent>
                <w:r w:rsidR="00B46BA6" w:rsidRPr="00254FF7">
                  <w:rPr>
                    <w:rFonts w:ascii="Arial Rounded MT Bold" w:hAnsi="Arial Rounded MT Bold"/>
                    <w:sz w:val="32"/>
                    <w:szCs w:val="32"/>
                  </w:rPr>
                  <w:t>Topic</w:t>
                </w:r>
              </w:sdtContent>
            </w:sdt>
            <w:r w:rsidR="00F862B1" w:rsidRPr="00254FF7">
              <w:rPr>
                <w:rFonts w:ascii="Arial Rounded MT Bold" w:hAnsi="Arial Rounded MT Bold"/>
                <w:sz w:val="32"/>
                <w:szCs w:val="32"/>
              </w:rPr>
              <w:tab/>
            </w:r>
            <w:sdt>
              <w:sdtPr>
                <w:rPr>
                  <w:rFonts w:ascii="Arial Rounded MT Bold" w:hAnsi="Arial Rounded MT Bold"/>
                  <w:sz w:val="32"/>
                  <w:szCs w:val="32"/>
                </w:rPr>
                <w:alias w:val="Enter topic 2:"/>
                <w:tag w:val="Enter topic 2:"/>
                <w:id w:val="-2037491101"/>
                <w:placeholder>
                  <w:docPart w:val="9A990C8BAE7B4D2FA6DD9E84F16595EF"/>
                </w:placeholder>
                <w:temporary/>
                <w:showingPlcHdr/>
              </w:sdtPr>
              <w:sdtEndPr/>
              <w:sdtContent>
                <w:r w:rsidR="00FB276C" w:rsidRPr="00254FF7">
                  <w:rPr>
                    <w:rFonts w:ascii="Arial Rounded MT Bold" w:hAnsi="Arial Rounded MT Bold"/>
                    <w:sz w:val="32"/>
                    <w:szCs w:val="32"/>
                  </w:rPr>
                  <w:t>Enter topic</w:t>
                </w:r>
              </w:sdtContent>
            </w:sdt>
          </w:p>
        </w:tc>
        <w:sdt>
          <w:sdtPr>
            <w:rPr>
              <w:rFonts w:ascii="Arial Rounded MT Bold" w:hAnsi="Arial Rounded MT Bold"/>
              <w:sz w:val="32"/>
              <w:szCs w:val="32"/>
            </w:rPr>
            <w:alias w:val="Enter location:"/>
            <w:tag w:val="Enter location:"/>
            <w:id w:val="44968414"/>
            <w:placeholder>
              <w:docPart w:val="265FE87AB8BE492682E06B3C35B4B343"/>
            </w:placeholder>
            <w:temporary/>
            <w:showingPlcHdr/>
          </w:sdtPr>
          <w:sdtEndPr/>
          <w:sdtContent>
            <w:tc>
              <w:tcPr>
                <w:tcW w:w="2369" w:type="dxa"/>
                <w:tcMar>
                  <w:top w:w="144" w:type="dxa"/>
                  <w:left w:w="115" w:type="dxa"/>
                  <w:bottom w:w="144" w:type="dxa"/>
                  <w:right w:w="115" w:type="dxa"/>
                </w:tcMar>
              </w:tcPr>
              <w:p w14:paraId="06D3DEE1" w14:textId="77777777" w:rsidR="00B46BA6" w:rsidRPr="00254FF7" w:rsidRDefault="00B46BA6" w:rsidP="00C37F7F">
                <w:pPr>
                  <w:pStyle w:val="Location"/>
                  <w:rPr>
                    <w:rFonts w:ascii="Arial Rounded MT Bold" w:hAnsi="Arial Rounded MT Bold"/>
                    <w:sz w:val="32"/>
                    <w:szCs w:val="32"/>
                  </w:rPr>
                </w:pPr>
                <w:r w:rsidRPr="00254FF7">
                  <w:rPr>
                    <w:rFonts w:ascii="Arial Rounded MT Bold" w:hAnsi="Arial Rounded MT Bold"/>
                    <w:sz w:val="32"/>
                    <w:szCs w:val="32"/>
                  </w:rPr>
                  <w:t>Location</w:t>
                </w:r>
              </w:p>
            </w:tc>
          </w:sdtContent>
        </w:sdt>
      </w:tr>
      <w:tr w:rsidR="00B46BA6" w:rsidRPr="00254FF7" w14:paraId="4859E8D2" w14:textId="77777777" w:rsidTr="00254FF7">
        <w:tc>
          <w:tcPr>
            <w:tcW w:w="2805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475E24CD" w14:textId="77777777" w:rsidR="00B46BA6" w:rsidRPr="00254FF7" w:rsidRDefault="00042133" w:rsidP="00C37F7F">
            <w:pPr>
              <w:pStyle w:val="Heading2"/>
              <w:outlineLvl w:val="1"/>
              <w:rPr>
                <w:rFonts w:ascii="Arial Rounded MT Bold" w:hAnsi="Arial Rounded MT Bold"/>
                <w:sz w:val="32"/>
                <w:szCs w:val="32"/>
              </w:rPr>
            </w:pPr>
            <w:sdt>
              <w:sdtPr>
                <w:rPr>
                  <w:rFonts w:ascii="Arial Rounded MT Bold" w:hAnsi="Arial Rounded MT Bold"/>
                  <w:sz w:val="32"/>
                  <w:szCs w:val="32"/>
                </w:rPr>
                <w:alias w:val="Enter start time:"/>
                <w:tag w:val="Enter start time:"/>
                <w:id w:val="44968381"/>
                <w:placeholder>
                  <w:docPart w:val="EAFA590A7964425CB9288CD59F09FAFD"/>
                </w:placeholder>
                <w:temporary/>
                <w:showingPlcHdr/>
              </w:sdtPr>
              <w:sdtEndPr/>
              <w:sdtContent>
                <w:r w:rsidR="00B46BA6" w:rsidRPr="00254FF7">
                  <w:rPr>
                    <w:rFonts w:ascii="Arial Rounded MT Bold" w:hAnsi="Arial Rounded MT Bold"/>
                    <w:sz w:val="32"/>
                    <w:szCs w:val="32"/>
                  </w:rPr>
                  <w:t>Start Time</w:t>
                </w:r>
              </w:sdtContent>
            </w:sdt>
            <w:r w:rsidR="00B46BA6" w:rsidRPr="00254FF7">
              <w:rPr>
                <w:rFonts w:ascii="Arial Rounded MT Bold" w:hAnsi="Arial Rounded MT Bold"/>
                <w:sz w:val="32"/>
                <w:szCs w:val="32"/>
              </w:rPr>
              <w:t xml:space="preserve"> – </w:t>
            </w:r>
            <w:sdt>
              <w:sdtPr>
                <w:rPr>
                  <w:rFonts w:ascii="Arial Rounded MT Bold" w:hAnsi="Arial Rounded MT Bold"/>
                  <w:sz w:val="32"/>
                  <w:szCs w:val="32"/>
                </w:rPr>
                <w:alias w:val="Enter end time:"/>
                <w:tag w:val="Enter end time:"/>
                <w:id w:val="44968555"/>
                <w:placeholder>
                  <w:docPart w:val="D68F17BA447948A8A80CEE028CC1ADE7"/>
                </w:placeholder>
                <w:temporary/>
                <w:showingPlcHdr/>
              </w:sdtPr>
              <w:sdtEndPr/>
              <w:sdtContent>
                <w:r w:rsidR="00D274EE" w:rsidRPr="00254FF7">
                  <w:rPr>
                    <w:rFonts w:ascii="Arial Rounded MT Bold" w:hAnsi="Arial Rounded MT Bold"/>
                    <w:sz w:val="32"/>
                    <w:szCs w:val="32"/>
                  </w:rPr>
                  <w:t>End Time</w:t>
                </w:r>
              </w:sdtContent>
            </w:sdt>
          </w:p>
        </w:tc>
        <w:tc>
          <w:tcPr>
            <w:tcW w:w="5239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sdt>
            <w:sdtPr>
              <w:rPr>
                <w:rFonts w:ascii="Arial Rounded MT Bold" w:hAnsi="Arial Rounded MT Bold"/>
                <w:sz w:val="32"/>
                <w:szCs w:val="32"/>
              </w:rPr>
              <w:alias w:val="Enter item 3:"/>
              <w:tag w:val="Enter item 3:"/>
              <w:id w:val="44968371"/>
              <w:placeholder>
                <w:docPart w:val="576E0815330A4F57898D51DBF7FCBE60"/>
              </w:placeholder>
              <w:temporary/>
              <w:showingPlcHdr/>
            </w:sdtPr>
            <w:sdtEndPr/>
            <w:sdtContent>
              <w:p w14:paraId="01B69CF3" w14:textId="77777777" w:rsidR="00B46BA6" w:rsidRPr="00254FF7" w:rsidRDefault="00B46BA6" w:rsidP="00D274EE">
                <w:pPr>
                  <w:pStyle w:val="Heading2"/>
                  <w:outlineLvl w:val="1"/>
                  <w:rPr>
                    <w:rFonts w:ascii="Arial Rounded MT Bold" w:hAnsi="Arial Rounded MT Bold"/>
                    <w:sz w:val="32"/>
                    <w:szCs w:val="32"/>
                  </w:rPr>
                </w:pPr>
                <w:r w:rsidRPr="00254FF7">
                  <w:rPr>
                    <w:rFonts w:ascii="Arial Rounded MT Bold" w:hAnsi="Arial Rounded MT Bold"/>
                    <w:sz w:val="32"/>
                    <w:szCs w:val="32"/>
                  </w:rPr>
                  <w:t>Item</w:t>
                </w:r>
                <w:r w:rsidR="00FB276C" w:rsidRPr="00254FF7">
                  <w:rPr>
                    <w:rFonts w:ascii="Arial Rounded MT Bold" w:hAnsi="Arial Rounded MT Bold"/>
                    <w:sz w:val="32"/>
                    <w:szCs w:val="32"/>
                  </w:rPr>
                  <w:t xml:space="preserve"> </w:t>
                </w:r>
                <w:r w:rsidR="001370EC" w:rsidRPr="00254FF7">
                  <w:rPr>
                    <w:rFonts w:ascii="Arial Rounded MT Bold" w:hAnsi="Arial Rounded MT Bold"/>
                    <w:sz w:val="32"/>
                    <w:szCs w:val="32"/>
                  </w:rPr>
                  <w:t>#</w:t>
                </w:r>
                <w:r w:rsidR="00FB276C" w:rsidRPr="00254FF7">
                  <w:rPr>
                    <w:rFonts w:ascii="Arial Rounded MT Bold" w:hAnsi="Arial Rounded MT Bold"/>
                    <w:sz w:val="32"/>
                    <w:szCs w:val="32"/>
                  </w:rPr>
                  <w:t>3</w:t>
                </w:r>
              </w:p>
            </w:sdtContent>
          </w:sdt>
          <w:p w14:paraId="55AFCCE6" w14:textId="664E9C2C" w:rsidR="00B46BA6" w:rsidRPr="00254FF7" w:rsidRDefault="00042133" w:rsidP="00C37F7F">
            <w:pPr>
              <w:rPr>
                <w:rFonts w:ascii="Arial Rounded MT Bold" w:hAnsi="Arial Rounded MT Bold"/>
                <w:sz w:val="32"/>
                <w:szCs w:val="32"/>
              </w:rPr>
            </w:pPr>
            <w:sdt>
              <w:sdtPr>
                <w:rPr>
                  <w:rFonts w:ascii="Arial Rounded MT Bold" w:hAnsi="Arial Rounded MT Bold"/>
                  <w:sz w:val="32"/>
                  <w:szCs w:val="32"/>
                </w:rPr>
                <w:alias w:val="Topic:"/>
                <w:tag w:val="Topic:"/>
                <w:id w:val="44968372"/>
                <w:placeholder>
                  <w:docPart w:val="01C5730753524051BD6A9C6326719473"/>
                </w:placeholder>
                <w:temporary/>
                <w:showingPlcHdr/>
              </w:sdtPr>
              <w:sdtEndPr/>
              <w:sdtContent>
                <w:r w:rsidR="00B46BA6" w:rsidRPr="00254FF7">
                  <w:rPr>
                    <w:rFonts w:ascii="Arial Rounded MT Bold" w:hAnsi="Arial Rounded MT Bold"/>
                    <w:sz w:val="32"/>
                    <w:szCs w:val="32"/>
                  </w:rPr>
                  <w:t>Topic</w:t>
                </w:r>
              </w:sdtContent>
            </w:sdt>
            <w:r w:rsidR="00F862B1" w:rsidRPr="00254FF7">
              <w:rPr>
                <w:rFonts w:ascii="Arial Rounded MT Bold" w:hAnsi="Arial Rounded MT Bold"/>
                <w:sz w:val="32"/>
                <w:szCs w:val="32"/>
              </w:rPr>
              <w:tab/>
            </w:r>
            <w:sdt>
              <w:sdtPr>
                <w:rPr>
                  <w:rFonts w:ascii="Arial Rounded MT Bold" w:hAnsi="Arial Rounded MT Bold"/>
                  <w:sz w:val="32"/>
                  <w:szCs w:val="32"/>
                </w:rPr>
                <w:alias w:val="Enter topic 3:"/>
                <w:tag w:val="Enter topic 3:"/>
                <w:id w:val="-1638322156"/>
                <w:placeholder>
                  <w:docPart w:val="079AFC3242664DE3915FC722645D45FE"/>
                </w:placeholder>
                <w:temporary/>
                <w:showingPlcHdr/>
              </w:sdtPr>
              <w:sdtEndPr/>
              <w:sdtContent>
                <w:r w:rsidR="00FB276C" w:rsidRPr="00254FF7">
                  <w:rPr>
                    <w:rFonts w:ascii="Arial Rounded MT Bold" w:hAnsi="Arial Rounded MT Bold"/>
                    <w:sz w:val="32"/>
                    <w:szCs w:val="32"/>
                  </w:rPr>
                  <w:t>Enter topic</w:t>
                </w:r>
              </w:sdtContent>
            </w:sdt>
          </w:p>
        </w:tc>
        <w:sdt>
          <w:sdtPr>
            <w:rPr>
              <w:rFonts w:ascii="Arial Rounded MT Bold" w:hAnsi="Arial Rounded MT Bold"/>
              <w:sz w:val="32"/>
              <w:szCs w:val="32"/>
            </w:rPr>
            <w:alias w:val="Enter location:"/>
            <w:tag w:val="Enter location:"/>
            <w:id w:val="44968415"/>
            <w:placeholder>
              <w:docPart w:val="043683257A36424685F113AB33C8B47D"/>
            </w:placeholder>
            <w:temporary/>
            <w:showingPlcHdr/>
          </w:sdtPr>
          <w:sdtEndPr/>
          <w:sdtContent>
            <w:tc>
              <w:tcPr>
                <w:tcW w:w="2369" w:type="dxa"/>
                <w:tcMar>
                  <w:top w:w="144" w:type="dxa"/>
                  <w:left w:w="115" w:type="dxa"/>
                  <w:bottom w:w="144" w:type="dxa"/>
                  <w:right w:w="115" w:type="dxa"/>
                </w:tcMar>
              </w:tcPr>
              <w:p w14:paraId="54547D5B" w14:textId="77777777" w:rsidR="00B46BA6" w:rsidRPr="00254FF7" w:rsidRDefault="00B46BA6" w:rsidP="00AA1380">
                <w:pPr>
                  <w:pStyle w:val="Location"/>
                  <w:rPr>
                    <w:rFonts w:ascii="Arial Rounded MT Bold" w:hAnsi="Arial Rounded MT Bold"/>
                    <w:sz w:val="32"/>
                    <w:szCs w:val="32"/>
                  </w:rPr>
                </w:pPr>
                <w:r w:rsidRPr="00254FF7">
                  <w:rPr>
                    <w:rFonts w:ascii="Arial Rounded MT Bold" w:hAnsi="Arial Rounded MT Bold"/>
                    <w:sz w:val="32"/>
                    <w:szCs w:val="32"/>
                  </w:rPr>
                  <w:t>Location</w:t>
                </w:r>
              </w:p>
            </w:tc>
          </w:sdtContent>
        </w:sdt>
      </w:tr>
    </w:tbl>
    <w:sdt>
      <w:sdtPr>
        <w:rPr>
          <w:sz w:val="28"/>
          <w:szCs w:val="28"/>
        </w:rPr>
        <w:alias w:val="Additional instructions:"/>
        <w:id w:val="-1050213888"/>
        <w:placeholder>
          <w:docPart w:val="3744BECA9FD347CAAEFCE4896234A458"/>
        </w:placeholder>
        <w:temporary/>
        <w:showingPlcHdr/>
      </w:sdtPr>
      <w:sdtEndPr>
        <w:rPr>
          <w:sz w:val="22"/>
          <w:szCs w:val="22"/>
        </w:rPr>
      </w:sdtEndPr>
      <w:sdtContent>
        <w:p w14:paraId="3C45952F" w14:textId="77777777" w:rsidR="0096085C" w:rsidRPr="00E7243F" w:rsidRDefault="0096085C" w:rsidP="00E73D3F">
          <w:pPr>
            <w:pStyle w:val="Heading4"/>
          </w:pPr>
          <w:r w:rsidRPr="00254FF7">
            <w:rPr>
              <w:sz w:val="28"/>
              <w:szCs w:val="28"/>
            </w:rPr>
            <w:t xml:space="preserve">Additional </w:t>
          </w:r>
          <w:r w:rsidR="00E73D3F" w:rsidRPr="00254FF7">
            <w:rPr>
              <w:sz w:val="28"/>
              <w:szCs w:val="28"/>
            </w:rPr>
            <w:t>Instruction:</w:t>
          </w:r>
        </w:p>
      </w:sdtContent>
    </w:sdt>
    <w:sdt>
      <w:sdtPr>
        <w:rPr>
          <w:sz w:val="28"/>
          <w:szCs w:val="28"/>
        </w:rPr>
        <w:alias w:val="Enter additional instructions:"/>
        <w:tag w:val="Enter additional instructions:"/>
        <w:id w:val="44968416"/>
        <w:placeholder>
          <w:docPart w:val="4E9A76600EB34AE19ED0EC49996D9A95"/>
        </w:placeholder>
        <w:temporary/>
        <w:showingPlcHdr/>
      </w:sdtPr>
      <w:sdtEndPr/>
      <w:sdtContent>
        <w:p w14:paraId="5478FE32" w14:textId="77777777" w:rsidR="00264F50" w:rsidRPr="00254FF7" w:rsidRDefault="00B46BA6">
          <w:pPr>
            <w:rPr>
              <w:sz w:val="28"/>
              <w:szCs w:val="28"/>
            </w:rPr>
          </w:pPr>
          <w:r w:rsidRPr="00254FF7">
            <w:rPr>
              <w:sz w:val="28"/>
              <w:szCs w:val="28"/>
            </w:rPr>
            <w:t>Use this section for additional instructions, comments, or directions.</w:t>
          </w:r>
        </w:p>
      </w:sdtContent>
    </w:sdt>
    <w:bookmarkStart w:id="0" w:name="_GoBack" w:displacedByCustomXml="prev"/>
    <w:bookmarkEnd w:id="0" w:displacedByCustomXml="prev"/>
    <w:sectPr w:rsidR="00264F50" w:rsidRPr="00254FF7" w:rsidSect="00254FF7">
      <w:pgSz w:w="12240" w:h="15840"/>
      <w:pgMar w:top="1080" w:right="1080" w:bottom="1080" w:left="1080" w:header="720" w:footer="720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C97EB6" w14:textId="77777777" w:rsidR="00042133" w:rsidRDefault="00042133" w:rsidP="00555D3B">
      <w:pPr>
        <w:spacing w:before="0" w:after="0" w:line="240" w:lineRule="auto"/>
      </w:pPr>
      <w:r>
        <w:separator/>
      </w:r>
    </w:p>
  </w:endnote>
  <w:endnote w:type="continuationSeparator" w:id="0">
    <w:p w14:paraId="46791B19" w14:textId="77777777" w:rsidR="00042133" w:rsidRDefault="00042133" w:rsidP="00555D3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00442A" w14:textId="77777777" w:rsidR="00042133" w:rsidRDefault="00042133" w:rsidP="00555D3B">
      <w:pPr>
        <w:spacing w:before="0" w:after="0" w:line="240" w:lineRule="auto"/>
      </w:pPr>
      <w:r>
        <w:separator/>
      </w:r>
    </w:p>
  </w:footnote>
  <w:footnote w:type="continuationSeparator" w:id="0">
    <w:p w14:paraId="057328A9" w14:textId="77777777" w:rsidR="00042133" w:rsidRDefault="00042133" w:rsidP="00555D3B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0A8EEB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5A8534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548C89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D44F8E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A8EF50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F23DF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2E8FB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FBCE16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95E732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F2160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13C"/>
    <w:rsid w:val="00025FAF"/>
    <w:rsid w:val="00042133"/>
    <w:rsid w:val="000E49DD"/>
    <w:rsid w:val="00116DC5"/>
    <w:rsid w:val="00127243"/>
    <w:rsid w:val="001370EC"/>
    <w:rsid w:val="00185CD0"/>
    <w:rsid w:val="001E267D"/>
    <w:rsid w:val="00215FB1"/>
    <w:rsid w:val="0022013C"/>
    <w:rsid w:val="00254FF7"/>
    <w:rsid w:val="00264F50"/>
    <w:rsid w:val="002770CD"/>
    <w:rsid w:val="00280720"/>
    <w:rsid w:val="002E055D"/>
    <w:rsid w:val="002F6557"/>
    <w:rsid w:val="003327E8"/>
    <w:rsid w:val="00360077"/>
    <w:rsid w:val="00372ABF"/>
    <w:rsid w:val="003A34B5"/>
    <w:rsid w:val="003D363D"/>
    <w:rsid w:val="0042689F"/>
    <w:rsid w:val="004B126A"/>
    <w:rsid w:val="004F323F"/>
    <w:rsid w:val="00555D3B"/>
    <w:rsid w:val="00563DC8"/>
    <w:rsid w:val="005A5FA8"/>
    <w:rsid w:val="00612FFE"/>
    <w:rsid w:val="00620332"/>
    <w:rsid w:val="00662A26"/>
    <w:rsid w:val="006F1179"/>
    <w:rsid w:val="00717393"/>
    <w:rsid w:val="0073110F"/>
    <w:rsid w:val="00755910"/>
    <w:rsid w:val="007C645B"/>
    <w:rsid w:val="00816880"/>
    <w:rsid w:val="00821BC9"/>
    <w:rsid w:val="00825A2B"/>
    <w:rsid w:val="0091004F"/>
    <w:rsid w:val="0096085C"/>
    <w:rsid w:val="009C6D71"/>
    <w:rsid w:val="009F751F"/>
    <w:rsid w:val="00A3057E"/>
    <w:rsid w:val="00A4516E"/>
    <w:rsid w:val="00A63BE8"/>
    <w:rsid w:val="00AA1380"/>
    <w:rsid w:val="00AA2585"/>
    <w:rsid w:val="00B1229F"/>
    <w:rsid w:val="00B46BA6"/>
    <w:rsid w:val="00B9392D"/>
    <w:rsid w:val="00BE07F5"/>
    <w:rsid w:val="00C01C4C"/>
    <w:rsid w:val="00C041DB"/>
    <w:rsid w:val="00C37F7F"/>
    <w:rsid w:val="00C57EA3"/>
    <w:rsid w:val="00C656BA"/>
    <w:rsid w:val="00CA1A3E"/>
    <w:rsid w:val="00CD440E"/>
    <w:rsid w:val="00CE6D3B"/>
    <w:rsid w:val="00D268A5"/>
    <w:rsid w:val="00D274EE"/>
    <w:rsid w:val="00D46794"/>
    <w:rsid w:val="00D868B9"/>
    <w:rsid w:val="00DA7A9D"/>
    <w:rsid w:val="00DF1E72"/>
    <w:rsid w:val="00E3045C"/>
    <w:rsid w:val="00E7243F"/>
    <w:rsid w:val="00E73D3F"/>
    <w:rsid w:val="00E871F6"/>
    <w:rsid w:val="00E92149"/>
    <w:rsid w:val="00EC740E"/>
    <w:rsid w:val="00EE25C5"/>
    <w:rsid w:val="00F41B30"/>
    <w:rsid w:val="00F65D44"/>
    <w:rsid w:val="00F736BA"/>
    <w:rsid w:val="00F862B1"/>
    <w:rsid w:val="00FB2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B98F47F"/>
  <w15:docId w15:val="{C6AABB36-3450-4D70-B004-984C5933B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sz w:val="22"/>
        <w:szCs w:val="22"/>
        <w:lang w:val="en-US" w:eastAsia="en-US" w:bidi="ar-SA"/>
      </w:rPr>
    </w:rPrDefault>
    <w:pPrDefault>
      <w:pPr>
        <w:spacing w:before="60" w:after="6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nhideWhenUsed="1"/>
    <w:lsdException w:name="toc 1" w:semiHidden="1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99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110F"/>
  </w:style>
  <w:style w:type="paragraph" w:styleId="Heading1">
    <w:name w:val="heading 1"/>
    <w:basedOn w:val="Normal"/>
    <w:uiPriority w:val="9"/>
    <w:qFormat/>
    <w:rsid w:val="002770CD"/>
    <w:pPr>
      <w:keepNext/>
      <w:spacing w:before="240"/>
      <w:contextualSpacing/>
      <w:outlineLvl w:val="0"/>
    </w:pPr>
    <w:rPr>
      <w:rFonts w:asciiTheme="majorHAnsi" w:hAnsiTheme="majorHAnsi" w:cs="Arial"/>
      <w:b/>
      <w:bCs/>
      <w:kern w:val="32"/>
      <w:sz w:val="28"/>
      <w:szCs w:val="32"/>
    </w:rPr>
  </w:style>
  <w:style w:type="paragraph" w:styleId="Heading2">
    <w:name w:val="heading 2"/>
    <w:basedOn w:val="Normal"/>
    <w:uiPriority w:val="9"/>
    <w:unhideWhenUsed/>
    <w:qFormat/>
    <w:rsid w:val="002770CD"/>
    <w:pPr>
      <w:spacing w:after="200"/>
      <w:contextualSpacing/>
      <w:outlineLvl w:val="1"/>
    </w:pPr>
    <w:rPr>
      <w:b/>
    </w:rPr>
  </w:style>
  <w:style w:type="paragraph" w:styleId="Heading3">
    <w:name w:val="heading 3"/>
    <w:basedOn w:val="Normal"/>
    <w:link w:val="Heading3Char"/>
    <w:uiPriority w:val="9"/>
    <w:unhideWhenUsed/>
    <w:qFormat/>
    <w:rsid w:val="002770CD"/>
    <w:pPr>
      <w:contextualSpacing/>
      <w:outlineLvl w:val="2"/>
    </w:pPr>
    <w:rPr>
      <w:b/>
    </w:rPr>
  </w:style>
  <w:style w:type="paragraph" w:styleId="Heading4">
    <w:name w:val="heading 4"/>
    <w:basedOn w:val="Normal"/>
    <w:link w:val="Heading4Char"/>
    <w:uiPriority w:val="9"/>
    <w:unhideWhenUsed/>
    <w:qFormat/>
    <w:rsid w:val="00E73D3F"/>
    <w:pPr>
      <w:keepNext/>
      <w:keepLines/>
      <w:spacing w:before="300" w:after="100"/>
      <w:contextualSpacing/>
      <w:outlineLvl w:val="3"/>
    </w:pPr>
    <w:rPr>
      <w:rFonts w:eastAsiaTheme="majorEastAsia" w:cstheme="majorBidi"/>
      <w:b/>
      <w:iCs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9F751F"/>
    <w:pPr>
      <w:keepNext/>
      <w:keepLines/>
      <w:spacing w:before="40" w:after="0"/>
      <w:contextualSpacing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link w:val="Heading6Char"/>
    <w:uiPriority w:val="9"/>
    <w:semiHidden/>
    <w:unhideWhenUsed/>
    <w:qFormat/>
    <w:rsid w:val="009F751F"/>
    <w:pPr>
      <w:keepNext/>
      <w:keepLines/>
      <w:spacing w:before="40" w:after="0"/>
      <w:contextualSpacing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link w:val="Heading7Char"/>
    <w:uiPriority w:val="9"/>
    <w:semiHidden/>
    <w:unhideWhenUsed/>
    <w:qFormat/>
    <w:rsid w:val="009F751F"/>
    <w:pPr>
      <w:keepNext/>
      <w:keepLines/>
      <w:spacing w:before="40" w:after="0"/>
      <w:contextualSpacing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link w:val="Heading8Char"/>
    <w:uiPriority w:val="9"/>
    <w:semiHidden/>
    <w:unhideWhenUsed/>
    <w:qFormat/>
    <w:rsid w:val="002770CD"/>
    <w:pPr>
      <w:keepNext/>
      <w:keepLines/>
      <w:spacing w:before="40" w:after="0"/>
      <w:contextualSpacing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link w:val="Heading9Char"/>
    <w:uiPriority w:val="9"/>
    <w:semiHidden/>
    <w:unhideWhenUsed/>
    <w:qFormat/>
    <w:rsid w:val="002770CD"/>
    <w:pPr>
      <w:keepNext/>
      <w:keepLines/>
      <w:spacing w:before="40" w:after="0"/>
      <w:contextualSpacing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770CD"/>
    <w:rPr>
      <w:b/>
    </w:rPr>
  </w:style>
  <w:style w:type="paragraph" w:customStyle="1" w:styleId="Location">
    <w:name w:val="Location"/>
    <w:basedOn w:val="Normal"/>
    <w:uiPriority w:val="11"/>
    <w:qFormat/>
    <w:rsid w:val="00E7243F"/>
    <w:pPr>
      <w:jc w:val="righ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70CD"/>
    <w:pPr>
      <w:spacing w:before="0" w:after="0"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794"/>
    <w:rPr>
      <w:rFonts w:ascii="Tahoma" w:hAnsi="Tahoma" w:cs="Tahoma"/>
      <w:szCs w:val="16"/>
    </w:rPr>
  </w:style>
  <w:style w:type="paragraph" w:styleId="Title">
    <w:name w:val="Title"/>
    <w:basedOn w:val="Normal"/>
    <w:next w:val="Heading1"/>
    <w:uiPriority w:val="1"/>
    <w:qFormat/>
    <w:rsid w:val="00AA1380"/>
    <w:pPr>
      <w:spacing w:before="240" w:after="80"/>
      <w:contextualSpacing/>
      <w:jc w:val="right"/>
    </w:pPr>
    <w:rPr>
      <w:rFonts w:asciiTheme="majorHAnsi" w:hAnsiTheme="majorHAnsi" w:cs="Arial"/>
      <w:b/>
      <w:caps/>
      <w:color w:val="404040" w:themeColor="text1" w:themeTint="BF"/>
      <w:sz w:val="56"/>
    </w:rPr>
  </w:style>
  <w:style w:type="character" w:styleId="PlaceholderText">
    <w:name w:val="Placeholder Text"/>
    <w:basedOn w:val="DefaultParagraphFont"/>
    <w:uiPriority w:val="99"/>
    <w:semiHidden/>
    <w:rsid w:val="00D46794"/>
    <w:rPr>
      <w:color w:val="595959" w:themeColor="text1" w:themeTint="A6"/>
    </w:rPr>
  </w:style>
  <w:style w:type="table" w:styleId="TableGrid">
    <w:name w:val="Table Grid"/>
    <w:basedOn w:val="TableNormal"/>
    <w:rsid w:val="00D274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6Char">
    <w:name w:val="Heading 6 Char"/>
    <w:basedOn w:val="DefaultParagraphFont"/>
    <w:link w:val="Heading6"/>
    <w:uiPriority w:val="9"/>
    <w:semiHidden/>
    <w:rsid w:val="009F751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F751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70CD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70CD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BlockText">
    <w:name w:val="Block Text"/>
    <w:basedOn w:val="Normal"/>
    <w:uiPriority w:val="99"/>
    <w:semiHidden/>
    <w:unhideWhenUsed/>
    <w:rsid w:val="009F751F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rFonts w:eastAsiaTheme="minorEastAsia" w:cstheme="minorBidi"/>
      <w:i/>
      <w:iCs/>
      <w:color w:val="365F91" w:themeColor="accent1" w:themeShade="BF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2770CD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46794"/>
    <w:rPr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2770C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6794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770C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46794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770CD"/>
    <w:pPr>
      <w:spacing w:after="120"/>
      <w:ind w:left="283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46794"/>
    <w:rPr>
      <w:szCs w:val="16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2770CD"/>
    <w:pPr>
      <w:spacing w:before="0" w:after="200" w:line="240" w:lineRule="auto"/>
    </w:pPr>
    <w:rPr>
      <w:i/>
      <w:iCs/>
      <w:color w:val="1F497D" w:themeColor="text2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770CD"/>
    <w:rPr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70C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6794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70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6794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E25C5"/>
    <w:pPr>
      <w:spacing w:before="0"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46794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E25C5"/>
    <w:pPr>
      <w:spacing w:before="0"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46794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EE25C5"/>
    <w:pPr>
      <w:spacing w:before="0"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E25C5"/>
    <w:pPr>
      <w:spacing w:before="0"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6794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EE25C5"/>
    <w:rPr>
      <w:rFonts w:ascii="Consolas" w:hAnsi="Consolas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EE25C5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EE25C5"/>
    <w:rPr>
      <w:rFonts w:ascii="Consolas" w:hAnsi="Consolas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E25C5"/>
    <w:pPr>
      <w:spacing w:before="0"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46794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EE25C5"/>
    <w:rPr>
      <w:rFonts w:ascii="Consolas" w:hAnsi="Consolas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EE25C5"/>
    <w:rPr>
      <w:rFonts w:ascii="Consolas" w:hAnsi="Consolas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EE25C5"/>
    <w:rPr>
      <w:i/>
      <w:iCs/>
    </w:rPr>
  </w:style>
  <w:style w:type="character" w:styleId="Hyperlink">
    <w:name w:val="Hyperlink"/>
    <w:basedOn w:val="DefaultParagraphFont"/>
    <w:uiPriority w:val="99"/>
    <w:unhideWhenUsed/>
    <w:rsid w:val="00EE25C5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EE25C5"/>
    <w:pPr>
      <w:spacing w:before="0" w:after="0" w:line="240" w:lineRule="auto"/>
      <w:ind w:left="22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EE25C5"/>
    <w:pPr>
      <w:spacing w:before="0" w:after="0" w:line="240" w:lineRule="auto"/>
      <w:ind w:left="1980" w:hanging="220"/>
    </w:pPr>
  </w:style>
  <w:style w:type="character" w:styleId="LineNumber">
    <w:name w:val="line number"/>
    <w:basedOn w:val="DefaultParagraphFont"/>
    <w:uiPriority w:val="99"/>
    <w:semiHidden/>
    <w:unhideWhenUsed/>
    <w:rsid w:val="00EE25C5"/>
  </w:style>
  <w:style w:type="paragraph" w:styleId="List">
    <w:name w:val="List"/>
    <w:basedOn w:val="Normal"/>
    <w:uiPriority w:val="99"/>
    <w:semiHidden/>
    <w:unhideWhenUsed/>
    <w:rsid w:val="00EE25C5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EE25C5"/>
    <w:pPr>
      <w:numPr>
        <w:numId w:val="6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EE25C5"/>
    <w:pPr>
      <w:spacing w:after="120"/>
      <w:ind w:left="283"/>
      <w:contextualSpacing/>
    </w:pPr>
  </w:style>
  <w:style w:type="paragraph" w:styleId="MacroText">
    <w:name w:val="macro"/>
    <w:link w:val="MacroTextChar"/>
    <w:uiPriority w:val="99"/>
    <w:semiHidden/>
    <w:unhideWhenUsed/>
    <w:rsid w:val="00EE25C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46794"/>
    <w:rPr>
      <w:rFonts w:ascii="Consolas" w:hAnsi="Consolas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EE25C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4679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E25C5"/>
    <w:pPr>
      <w:spacing w:before="0"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46794"/>
    <w:rPr>
      <w:rFonts w:ascii="Consolas" w:hAnsi="Consolas"/>
      <w:szCs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EE25C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46794"/>
  </w:style>
  <w:style w:type="paragraph" w:styleId="Subtitle">
    <w:name w:val="Subtitle"/>
    <w:basedOn w:val="Normal"/>
    <w:link w:val="SubtitleChar"/>
    <w:uiPriority w:val="99"/>
    <w:semiHidden/>
    <w:unhideWhenUsed/>
    <w:qFormat/>
    <w:rsid w:val="00EE25C5"/>
    <w:pPr>
      <w:numPr>
        <w:ilvl w:val="1"/>
      </w:numPr>
      <w:spacing w:after="160"/>
      <w:contextualSpacing/>
    </w:pPr>
    <w:rPr>
      <w:rFonts w:eastAsiaTheme="minorEastAsia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semiHidden/>
    <w:rsid w:val="00D46794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EE25C5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EE25C5"/>
    <w:pPr>
      <w:spacing w:after="0"/>
    </w:pPr>
  </w:style>
  <w:style w:type="paragraph" w:styleId="TOAHeading">
    <w:name w:val="toa heading"/>
    <w:basedOn w:val="Normal"/>
    <w:next w:val="Normal"/>
    <w:uiPriority w:val="99"/>
    <w:semiHidden/>
    <w:unhideWhenUsed/>
    <w:rsid w:val="00EE25C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EE25C5"/>
    <w:pPr>
      <w:spacing w:after="100"/>
    </w:pPr>
  </w:style>
  <w:style w:type="paragraph" w:styleId="Quote">
    <w:name w:val="Quote"/>
    <w:basedOn w:val="Normal"/>
    <w:link w:val="QuoteChar"/>
    <w:uiPriority w:val="29"/>
    <w:semiHidden/>
    <w:unhideWhenUsed/>
    <w:qFormat/>
    <w:rsid w:val="009F751F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9F751F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9F751F"/>
    <w:pPr>
      <w:spacing w:before="360" w:after="360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9F751F"/>
    <w:rPr>
      <w:i/>
      <w:iCs/>
      <w:color w:val="365F91" w:themeColor="accent1" w:themeShade="BF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EE25C5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D46794"/>
    <w:rPr>
      <w:b/>
      <w:bCs/>
      <w:caps w:val="0"/>
      <w:smallCaps/>
      <w:color w:val="365F91" w:themeColor="accent1" w:themeShade="BF"/>
      <w:spacing w:val="0"/>
    </w:rPr>
  </w:style>
  <w:style w:type="character" w:styleId="BookTitle">
    <w:name w:val="Book Title"/>
    <w:basedOn w:val="DefaultParagraphFont"/>
    <w:uiPriority w:val="33"/>
    <w:semiHidden/>
    <w:unhideWhenUsed/>
    <w:qFormat/>
    <w:rsid w:val="00D46794"/>
    <w:rPr>
      <w:b/>
      <w:bCs/>
      <w:i/>
      <w:iCs/>
      <w:spacing w:val="0"/>
    </w:rPr>
  </w:style>
  <w:style w:type="paragraph" w:styleId="TOCHeading">
    <w:name w:val="TOC Heading"/>
    <w:basedOn w:val="Heading1"/>
    <w:next w:val="Heading1"/>
    <w:uiPriority w:val="39"/>
    <w:semiHidden/>
    <w:unhideWhenUsed/>
    <w:qFormat/>
    <w:rsid w:val="009F751F"/>
    <w:pPr>
      <w:framePr w:wrap="around" w:vAnchor="text" w:hAnchor="text" w:y="1"/>
    </w:pPr>
    <w:rPr>
      <w:rFonts w:eastAsiaTheme="majorEastAsia" w:cstheme="majorBidi"/>
      <w:bCs w:val="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46794"/>
    <w:rPr>
      <w:color w:val="595959" w:themeColor="text1" w:themeTint="A6"/>
      <w:shd w:val="clear" w:color="auto" w:fill="E6E6E6"/>
    </w:rPr>
  </w:style>
  <w:style w:type="table" w:customStyle="1" w:styleId="TableGridLight1">
    <w:name w:val="Table Grid Light1"/>
    <w:basedOn w:val="TableNormal"/>
    <w:uiPriority w:val="40"/>
    <w:rsid w:val="00CE6D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GridTable1Light-Accent41">
    <w:name w:val="Grid Table 1 Light - Accent 41"/>
    <w:basedOn w:val="TableNormal"/>
    <w:uiPriority w:val="46"/>
    <w:rsid w:val="00AA1380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1">
    <w:name w:val="Style1"/>
    <w:basedOn w:val="TableNormal"/>
    <w:uiPriority w:val="99"/>
    <w:rsid w:val="00264F50"/>
    <w:pPr>
      <w:spacing w:before="0" w:after="0" w:line="240" w:lineRule="auto"/>
    </w:pPr>
    <w:tblPr>
      <w:tblBorders>
        <w:top w:val="double" w:sz="4" w:space="0" w:color="7F7F7F" w:themeColor="text1" w:themeTint="80"/>
        <w:bottom w:val="double" w:sz="4" w:space="0" w:color="7F7F7F" w:themeColor="text1" w:themeTint="80"/>
        <w:insideH w:val="double" w:sz="4" w:space="0" w:color="7F7F7F" w:themeColor="text1" w:themeTint="80"/>
      </w:tblBorders>
    </w:tblPr>
  </w:style>
  <w:style w:type="paragraph" w:styleId="Header">
    <w:name w:val="header"/>
    <w:basedOn w:val="Normal"/>
    <w:link w:val="HeaderChar"/>
    <w:uiPriority w:val="99"/>
    <w:unhideWhenUsed/>
    <w:rsid w:val="00555D3B"/>
    <w:pPr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5D3B"/>
  </w:style>
  <w:style w:type="paragraph" w:styleId="Footer">
    <w:name w:val="footer"/>
    <w:basedOn w:val="Normal"/>
    <w:link w:val="FooterChar"/>
    <w:uiPriority w:val="99"/>
    <w:unhideWhenUsed/>
    <w:rsid w:val="00555D3B"/>
    <w:pPr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5D3B"/>
  </w:style>
  <w:style w:type="paragraph" w:styleId="Bibliography">
    <w:name w:val="Bibliography"/>
    <w:basedOn w:val="Normal"/>
    <w:next w:val="Normal"/>
    <w:uiPriority w:val="37"/>
    <w:semiHidden/>
    <w:unhideWhenUsed/>
    <w:rsid w:val="00E92149"/>
  </w:style>
  <w:style w:type="paragraph" w:styleId="BodyText2">
    <w:name w:val="Body Text 2"/>
    <w:basedOn w:val="Normal"/>
    <w:link w:val="BodyText2Char"/>
    <w:uiPriority w:val="99"/>
    <w:semiHidden/>
    <w:unhideWhenUsed/>
    <w:rsid w:val="00E9214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92149"/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E92149"/>
    <w:pPr>
      <w:spacing w:after="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E92149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E92149"/>
    <w:pPr>
      <w:spacing w:after="6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E92149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9214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E92149"/>
  </w:style>
  <w:style w:type="paragraph" w:styleId="Closing">
    <w:name w:val="Closing"/>
    <w:basedOn w:val="Normal"/>
    <w:link w:val="ClosingChar"/>
    <w:uiPriority w:val="99"/>
    <w:semiHidden/>
    <w:unhideWhenUsed/>
    <w:rsid w:val="00E92149"/>
    <w:pPr>
      <w:spacing w:before="0"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E92149"/>
  </w:style>
  <w:style w:type="table" w:styleId="ColorfulGrid">
    <w:name w:val="Colorful Grid"/>
    <w:basedOn w:val="TableNormal"/>
    <w:uiPriority w:val="73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semiHidden/>
    <w:unhideWhenUsed/>
    <w:rsid w:val="00E92149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E92149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E92149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E92149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E92149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E92149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E92149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E92149"/>
  </w:style>
  <w:style w:type="character" w:customStyle="1" w:styleId="DateChar">
    <w:name w:val="Date Char"/>
    <w:basedOn w:val="DefaultParagraphFont"/>
    <w:link w:val="Date"/>
    <w:uiPriority w:val="99"/>
    <w:semiHidden/>
    <w:rsid w:val="00E92149"/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92149"/>
    <w:pPr>
      <w:spacing w:before="0"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E92149"/>
  </w:style>
  <w:style w:type="character" w:styleId="Emphasis">
    <w:name w:val="Emphasis"/>
    <w:basedOn w:val="DefaultParagraphFont"/>
    <w:uiPriority w:val="99"/>
    <w:semiHidden/>
    <w:unhideWhenUsed/>
    <w:qFormat/>
    <w:rsid w:val="00E92149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E92149"/>
    <w:rPr>
      <w:vertAlign w:val="superscript"/>
    </w:rPr>
  </w:style>
  <w:style w:type="paragraph" w:styleId="EnvelopeAddress">
    <w:name w:val="envelope address"/>
    <w:basedOn w:val="Normal"/>
    <w:uiPriority w:val="99"/>
    <w:semiHidden/>
    <w:unhideWhenUsed/>
    <w:rsid w:val="00E92149"/>
    <w:pPr>
      <w:framePr w:w="7920" w:h="1980" w:hRule="exact" w:hSpace="180" w:wrap="auto" w:hAnchor="page" w:xAlign="center" w:yAlign="bottom"/>
      <w:spacing w:before="0"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E92149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E92149"/>
    <w:rPr>
      <w:vertAlign w:val="superscript"/>
    </w:rPr>
  </w:style>
  <w:style w:type="table" w:customStyle="1" w:styleId="GridTable1Light1">
    <w:name w:val="Grid Table 1 Light1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1">
    <w:name w:val="Grid Table 1 Light - Accent 11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31">
    <w:name w:val="Grid Table 1 Light - Accent 31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51">
    <w:name w:val="Grid Table 1 Light - Accent 51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61">
    <w:name w:val="Grid Table 1 Light - Accent 61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1">
    <w:name w:val="Grid Table 21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-Accent11">
    <w:name w:val="Grid Table 2 - Accent 11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2-Accent21">
    <w:name w:val="Grid Table 2 - Accent 21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2-Accent31">
    <w:name w:val="Grid Table 2 - Accent 31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2-Accent41">
    <w:name w:val="Grid Table 2 - Accent 41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2-Accent51">
    <w:name w:val="Grid Table 2 - Accent 51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2-Accent61">
    <w:name w:val="Grid Table 2 - Accent 61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31">
    <w:name w:val="Grid Table 31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-Accent11">
    <w:name w:val="Grid Table 3 - Accent 11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3-Accent21">
    <w:name w:val="Grid Table 3 - Accent 21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3-Accent31">
    <w:name w:val="Grid Table 3 - Accent 31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3-Accent41">
    <w:name w:val="Grid Table 3 - Accent 41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3-Accent51">
    <w:name w:val="Grid Table 3 - Accent 51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3-Accent61">
    <w:name w:val="Grid Table 3 - Accent 61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GridTable41">
    <w:name w:val="Grid Table 41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-Accent11">
    <w:name w:val="Grid Table 4 - Accent 11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4-Accent21">
    <w:name w:val="Grid Table 4 - Accent 21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4-Accent31">
    <w:name w:val="Grid Table 4 - Accent 31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4-Accent41">
    <w:name w:val="Grid Table 4 - Accent 41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4-Accent51">
    <w:name w:val="Grid Table 4 - Accent 51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-Accent61">
    <w:name w:val="Grid Table 4 - Accent 61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5Dark1">
    <w:name w:val="Grid Table 5 Dark1"/>
    <w:basedOn w:val="TableNormal"/>
    <w:uiPriority w:val="50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-Accent11">
    <w:name w:val="Grid Table 5 Dark - Accent 11"/>
    <w:basedOn w:val="TableNormal"/>
    <w:uiPriority w:val="50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customStyle="1" w:styleId="GridTable5Dark-Accent21">
    <w:name w:val="Grid Table 5 Dark - Accent 21"/>
    <w:basedOn w:val="TableNormal"/>
    <w:uiPriority w:val="50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GridTable5Dark-Accent31">
    <w:name w:val="Grid Table 5 Dark - Accent 31"/>
    <w:basedOn w:val="TableNormal"/>
    <w:uiPriority w:val="50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GridTable5Dark-Accent41">
    <w:name w:val="Grid Table 5 Dark - Accent 41"/>
    <w:basedOn w:val="TableNormal"/>
    <w:uiPriority w:val="50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customStyle="1" w:styleId="GridTable5Dark-Accent51">
    <w:name w:val="Grid Table 5 Dark - Accent 51"/>
    <w:basedOn w:val="TableNormal"/>
    <w:uiPriority w:val="50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GridTable5Dark-Accent61">
    <w:name w:val="Grid Table 5 Dark - Accent 61"/>
    <w:basedOn w:val="TableNormal"/>
    <w:uiPriority w:val="50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customStyle="1" w:styleId="GridTable6Colorful1">
    <w:name w:val="Grid Table 6 Colorful1"/>
    <w:basedOn w:val="TableNormal"/>
    <w:uiPriority w:val="51"/>
    <w:rsid w:val="00E9214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-Accent11">
    <w:name w:val="Grid Table 6 Colorful - Accent 11"/>
    <w:basedOn w:val="TableNormal"/>
    <w:uiPriority w:val="51"/>
    <w:rsid w:val="00E9214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6Colorful-Accent21">
    <w:name w:val="Grid Table 6 Colorful - Accent 21"/>
    <w:basedOn w:val="TableNormal"/>
    <w:uiPriority w:val="51"/>
    <w:rsid w:val="00E9214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6Colorful-Accent31">
    <w:name w:val="Grid Table 6 Colorful - Accent 31"/>
    <w:basedOn w:val="TableNormal"/>
    <w:uiPriority w:val="51"/>
    <w:rsid w:val="00E9214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6Colorful-Accent41">
    <w:name w:val="Grid Table 6 Colorful - Accent 41"/>
    <w:basedOn w:val="TableNormal"/>
    <w:uiPriority w:val="51"/>
    <w:rsid w:val="00E9214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6Colorful-Accent51">
    <w:name w:val="Grid Table 6 Colorful - Accent 51"/>
    <w:basedOn w:val="TableNormal"/>
    <w:uiPriority w:val="51"/>
    <w:rsid w:val="00E9214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6Colorful-Accent61">
    <w:name w:val="Grid Table 6 Colorful - Accent 61"/>
    <w:basedOn w:val="TableNormal"/>
    <w:uiPriority w:val="51"/>
    <w:rsid w:val="00E9214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7Colorful1">
    <w:name w:val="Grid Table 7 Colorful1"/>
    <w:basedOn w:val="TableNormal"/>
    <w:uiPriority w:val="52"/>
    <w:rsid w:val="00E9214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-Accent11">
    <w:name w:val="Grid Table 7 Colorful - Accent 11"/>
    <w:basedOn w:val="TableNormal"/>
    <w:uiPriority w:val="52"/>
    <w:rsid w:val="00E9214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7Colorful-Accent21">
    <w:name w:val="Grid Table 7 Colorful - Accent 21"/>
    <w:basedOn w:val="TableNormal"/>
    <w:uiPriority w:val="52"/>
    <w:rsid w:val="00E9214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7Colorful-Accent31">
    <w:name w:val="Grid Table 7 Colorful - Accent 31"/>
    <w:basedOn w:val="TableNormal"/>
    <w:uiPriority w:val="52"/>
    <w:rsid w:val="00E9214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7Colorful-Accent41">
    <w:name w:val="Grid Table 7 Colorful - Accent 41"/>
    <w:basedOn w:val="TableNormal"/>
    <w:uiPriority w:val="52"/>
    <w:rsid w:val="00E9214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7Colorful-Accent51">
    <w:name w:val="Grid Table 7 Colorful - Accent 51"/>
    <w:basedOn w:val="TableNormal"/>
    <w:uiPriority w:val="52"/>
    <w:rsid w:val="00E9214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7Colorful-Accent61">
    <w:name w:val="Grid Table 7 Colorful - Accent 61"/>
    <w:basedOn w:val="TableNormal"/>
    <w:uiPriority w:val="52"/>
    <w:rsid w:val="00E9214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ashtag">
    <w:name w:val="Hashtag"/>
    <w:basedOn w:val="DefaultParagraphFont"/>
    <w:uiPriority w:val="99"/>
    <w:semiHidden/>
    <w:unhideWhenUsed/>
    <w:rsid w:val="00E92149"/>
    <w:rPr>
      <w:color w:val="2B579A"/>
      <w:shd w:val="clear" w:color="auto" w:fill="E6E6E6"/>
    </w:rPr>
  </w:style>
  <w:style w:type="character" w:customStyle="1" w:styleId="Heading4Char">
    <w:name w:val="Heading 4 Char"/>
    <w:basedOn w:val="DefaultParagraphFont"/>
    <w:link w:val="Heading4"/>
    <w:uiPriority w:val="9"/>
    <w:rsid w:val="00E73D3F"/>
    <w:rPr>
      <w:rFonts w:eastAsiaTheme="majorEastAsia" w:cstheme="majorBidi"/>
      <w:b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751F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HTMLAcronym">
    <w:name w:val="HTML Acronym"/>
    <w:basedOn w:val="DefaultParagraphFont"/>
    <w:uiPriority w:val="99"/>
    <w:semiHidden/>
    <w:unhideWhenUsed/>
    <w:rsid w:val="00E92149"/>
  </w:style>
  <w:style w:type="paragraph" w:styleId="HTMLAddress">
    <w:name w:val="HTML Address"/>
    <w:basedOn w:val="Normal"/>
    <w:link w:val="HTMLAddressChar"/>
    <w:uiPriority w:val="99"/>
    <w:semiHidden/>
    <w:unhideWhenUsed/>
    <w:rsid w:val="00E92149"/>
    <w:pPr>
      <w:spacing w:before="0"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E92149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E92149"/>
    <w:rPr>
      <w:i/>
      <w:iCs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E92149"/>
    <w:pPr>
      <w:spacing w:before="0"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E92149"/>
    <w:pPr>
      <w:spacing w:before="0"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E92149"/>
    <w:pPr>
      <w:spacing w:before="0"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E92149"/>
    <w:pPr>
      <w:spacing w:before="0"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E92149"/>
    <w:pPr>
      <w:spacing w:before="0"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E92149"/>
    <w:pPr>
      <w:spacing w:before="0"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E92149"/>
    <w:pPr>
      <w:spacing w:before="0" w:after="0" w:line="240" w:lineRule="auto"/>
      <w:ind w:left="176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E92149"/>
    <w:rPr>
      <w:rFonts w:asciiTheme="majorHAnsi" w:eastAsiaTheme="majorEastAsia" w:hAnsiTheme="majorHAnsi" w:cstheme="majorBidi"/>
      <w:b/>
      <w:bCs/>
    </w:rPr>
  </w:style>
  <w:style w:type="table" w:styleId="LightGrid">
    <w:name w:val="Light Grid"/>
    <w:basedOn w:val="TableNormal"/>
    <w:uiPriority w:val="62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E92149"/>
    <w:pPr>
      <w:spacing w:before="0"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E92149"/>
    <w:pPr>
      <w:spacing w:before="0"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E92149"/>
    <w:pPr>
      <w:spacing w:before="0"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E92149"/>
    <w:pPr>
      <w:spacing w:before="0"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E92149"/>
    <w:pPr>
      <w:spacing w:before="0"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E92149"/>
    <w:pPr>
      <w:spacing w:before="0"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E92149"/>
    <w:pPr>
      <w:spacing w:before="0"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List2">
    <w:name w:val="List 2"/>
    <w:basedOn w:val="Normal"/>
    <w:uiPriority w:val="99"/>
    <w:semiHidden/>
    <w:unhideWhenUsed/>
    <w:rsid w:val="00E92149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E92149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E92149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E92149"/>
    <w:pPr>
      <w:ind w:left="180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rsid w:val="00E92149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92149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92149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92149"/>
    <w:pPr>
      <w:numPr>
        <w:numId w:val="10"/>
      </w:numPr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E92149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E92149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E92149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E92149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E92149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E92149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E92149"/>
    <w:pPr>
      <w:numPr>
        <w:numId w:val="3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E92149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E92149"/>
    <w:pPr>
      <w:numPr>
        <w:numId w:val="5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E92149"/>
    <w:pPr>
      <w:ind w:left="720"/>
      <w:contextualSpacing/>
    </w:pPr>
  </w:style>
  <w:style w:type="table" w:customStyle="1" w:styleId="ListTable1Light1">
    <w:name w:val="List Table 1 Light1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-Accent11">
    <w:name w:val="List Table 1 Light - Accent 11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1Light-Accent21">
    <w:name w:val="List Table 1 Light - Accent 21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1Light-Accent31">
    <w:name w:val="List Table 1 Light - Accent 31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1Light-Accent41">
    <w:name w:val="List Table 1 Light - Accent 41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1Light-Accent51">
    <w:name w:val="List Table 1 Light - Accent 51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1Light-Accent61">
    <w:name w:val="List Table 1 Light - Accent 61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21">
    <w:name w:val="List Table 21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-Accent11">
    <w:name w:val="List Table 2 - Accent 11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2-Accent21">
    <w:name w:val="List Table 2 - Accent 21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2-Accent31">
    <w:name w:val="List Table 2 - Accent 31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-Accent41">
    <w:name w:val="List Table 2 - Accent 41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-Accent51">
    <w:name w:val="List Table 2 - Accent 51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-Accent61">
    <w:name w:val="List Table 2 - Accent 61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31">
    <w:name w:val="List Table 31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-Accent11">
    <w:name w:val="List Table 3 - Accent 11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ListTable3-Accent21">
    <w:name w:val="List Table 3 - Accent 21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ListTable3-Accent31">
    <w:name w:val="List Table 3 - Accent 31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customStyle="1" w:styleId="ListTable3-Accent41">
    <w:name w:val="List Table 3 - Accent 41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customStyle="1" w:styleId="ListTable3-Accent51">
    <w:name w:val="List Table 3 - Accent 51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ListTable3-Accent61">
    <w:name w:val="List Table 3 - Accent 61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customStyle="1" w:styleId="ListTable41">
    <w:name w:val="List Table 41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-Accent11">
    <w:name w:val="List Table 4 - Accent 11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4-Accent21">
    <w:name w:val="List Table 4 - Accent 21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4-Accent31">
    <w:name w:val="List Table 4 - Accent 31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4-Accent41">
    <w:name w:val="List Table 4 - Accent 41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4-Accent51">
    <w:name w:val="List Table 4 - Accent 51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4-Accent61">
    <w:name w:val="List Table 4 - Accent 61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5Dark1">
    <w:name w:val="List Table 5 Dark1"/>
    <w:basedOn w:val="TableNormal"/>
    <w:uiPriority w:val="50"/>
    <w:rsid w:val="00E921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11">
    <w:name w:val="List Table 5 Dark - Accent 11"/>
    <w:basedOn w:val="TableNormal"/>
    <w:uiPriority w:val="50"/>
    <w:rsid w:val="00E921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21">
    <w:name w:val="List Table 5 Dark - Accent 21"/>
    <w:basedOn w:val="TableNormal"/>
    <w:uiPriority w:val="50"/>
    <w:rsid w:val="00E921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31">
    <w:name w:val="List Table 5 Dark - Accent 31"/>
    <w:basedOn w:val="TableNormal"/>
    <w:uiPriority w:val="50"/>
    <w:rsid w:val="00E921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41">
    <w:name w:val="List Table 5 Dark - Accent 41"/>
    <w:basedOn w:val="TableNormal"/>
    <w:uiPriority w:val="50"/>
    <w:rsid w:val="00E921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51">
    <w:name w:val="List Table 5 Dark - Accent 51"/>
    <w:basedOn w:val="TableNormal"/>
    <w:uiPriority w:val="50"/>
    <w:rsid w:val="00E921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61">
    <w:name w:val="List Table 5 Dark - Accent 61"/>
    <w:basedOn w:val="TableNormal"/>
    <w:uiPriority w:val="50"/>
    <w:rsid w:val="00E921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1">
    <w:name w:val="List Table 6 Colorful1"/>
    <w:basedOn w:val="TableNormal"/>
    <w:uiPriority w:val="51"/>
    <w:rsid w:val="00E9214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-Accent11">
    <w:name w:val="List Table 6 Colorful - Accent 11"/>
    <w:basedOn w:val="TableNormal"/>
    <w:uiPriority w:val="51"/>
    <w:rsid w:val="00E9214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6Colorful-Accent21">
    <w:name w:val="List Table 6 Colorful - Accent 21"/>
    <w:basedOn w:val="TableNormal"/>
    <w:uiPriority w:val="51"/>
    <w:rsid w:val="00E9214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6Colorful-Accent31">
    <w:name w:val="List Table 6 Colorful - Accent 31"/>
    <w:basedOn w:val="TableNormal"/>
    <w:uiPriority w:val="51"/>
    <w:rsid w:val="00E9214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6Colorful-Accent41">
    <w:name w:val="List Table 6 Colorful - Accent 41"/>
    <w:basedOn w:val="TableNormal"/>
    <w:uiPriority w:val="51"/>
    <w:rsid w:val="00E9214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6Colorful-Accent51">
    <w:name w:val="List Table 6 Colorful - Accent 51"/>
    <w:basedOn w:val="TableNormal"/>
    <w:uiPriority w:val="51"/>
    <w:rsid w:val="00E9214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6Colorful-Accent61">
    <w:name w:val="List Table 6 Colorful - Accent 61"/>
    <w:basedOn w:val="TableNormal"/>
    <w:uiPriority w:val="51"/>
    <w:rsid w:val="00E9214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7Colorful1">
    <w:name w:val="List Table 7 Colorful1"/>
    <w:basedOn w:val="TableNormal"/>
    <w:uiPriority w:val="52"/>
    <w:rsid w:val="00E9214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11">
    <w:name w:val="List Table 7 Colorful - Accent 11"/>
    <w:basedOn w:val="TableNormal"/>
    <w:uiPriority w:val="52"/>
    <w:rsid w:val="00E9214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21">
    <w:name w:val="List Table 7 Colorful - Accent 21"/>
    <w:basedOn w:val="TableNormal"/>
    <w:uiPriority w:val="52"/>
    <w:rsid w:val="00E9214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31">
    <w:name w:val="List Table 7 Colorful - Accent 31"/>
    <w:basedOn w:val="TableNormal"/>
    <w:uiPriority w:val="52"/>
    <w:rsid w:val="00E9214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41">
    <w:name w:val="List Table 7 Colorful - Accent 41"/>
    <w:basedOn w:val="TableNormal"/>
    <w:uiPriority w:val="52"/>
    <w:rsid w:val="00E9214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51">
    <w:name w:val="List Table 7 Colorful - Accent 51"/>
    <w:basedOn w:val="TableNormal"/>
    <w:uiPriority w:val="52"/>
    <w:rsid w:val="00E9214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61">
    <w:name w:val="List Table 7 Colorful - Accent 61"/>
    <w:basedOn w:val="TableNormal"/>
    <w:uiPriority w:val="52"/>
    <w:rsid w:val="00E9214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">
    <w:name w:val="Mention"/>
    <w:basedOn w:val="DefaultParagraphFont"/>
    <w:uiPriority w:val="99"/>
    <w:semiHidden/>
    <w:unhideWhenUsed/>
    <w:rsid w:val="00E92149"/>
    <w:rPr>
      <w:color w:val="2B579A"/>
      <w:shd w:val="clear" w:color="auto" w:fill="E6E6E6"/>
    </w:rPr>
  </w:style>
  <w:style w:type="paragraph" w:styleId="NoSpacing">
    <w:name w:val="No Spacing"/>
    <w:uiPriority w:val="1"/>
    <w:semiHidden/>
    <w:unhideWhenUsed/>
    <w:qFormat/>
    <w:rsid w:val="00E92149"/>
    <w:pPr>
      <w:spacing w:before="0"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E92149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E92149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E92149"/>
    <w:pPr>
      <w:spacing w:before="0"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E92149"/>
  </w:style>
  <w:style w:type="character" w:styleId="PageNumber">
    <w:name w:val="page number"/>
    <w:basedOn w:val="DefaultParagraphFont"/>
    <w:uiPriority w:val="99"/>
    <w:semiHidden/>
    <w:unhideWhenUsed/>
    <w:rsid w:val="00E92149"/>
  </w:style>
  <w:style w:type="table" w:customStyle="1" w:styleId="PlainTable11">
    <w:name w:val="Plain Table 11"/>
    <w:basedOn w:val="TableNormal"/>
    <w:uiPriority w:val="41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1">
    <w:name w:val="Plain Table 21"/>
    <w:basedOn w:val="TableNormal"/>
    <w:uiPriority w:val="42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1">
    <w:name w:val="Plain Table 31"/>
    <w:basedOn w:val="TableNormal"/>
    <w:uiPriority w:val="43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ignature">
    <w:name w:val="Signature"/>
    <w:basedOn w:val="Normal"/>
    <w:link w:val="SignatureChar"/>
    <w:uiPriority w:val="99"/>
    <w:semiHidden/>
    <w:unhideWhenUsed/>
    <w:rsid w:val="00E92149"/>
    <w:pPr>
      <w:spacing w:before="0"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E92149"/>
  </w:style>
  <w:style w:type="character" w:customStyle="1" w:styleId="SmartHyperlink">
    <w:name w:val="Smart Hyperlink"/>
    <w:basedOn w:val="DefaultParagraphFont"/>
    <w:uiPriority w:val="99"/>
    <w:semiHidden/>
    <w:unhideWhenUsed/>
    <w:rsid w:val="00E92149"/>
    <w:rPr>
      <w:u w:val="dotted"/>
    </w:rPr>
  </w:style>
  <w:style w:type="character" w:styleId="Strong">
    <w:name w:val="Strong"/>
    <w:basedOn w:val="DefaultParagraphFont"/>
    <w:uiPriority w:val="99"/>
    <w:semiHidden/>
    <w:unhideWhenUsed/>
    <w:qFormat/>
    <w:rsid w:val="00E92149"/>
    <w:rPr>
      <w:b/>
      <w:bCs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E92149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E92149"/>
    <w:rPr>
      <w:smallCaps/>
      <w:color w:val="5A5A5A" w:themeColor="text1" w:themeTint="A5"/>
    </w:rPr>
  </w:style>
  <w:style w:type="table" w:styleId="Table3Deffects1">
    <w:name w:val="Table 3D effects 1"/>
    <w:basedOn w:val="TableNormal"/>
    <w:semiHidden/>
    <w:unhideWhenUsed/>
    <w:rsid w:val="00E92149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E92149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E9214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E9214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E9214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E92149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E92149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E92149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E92149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E92149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E92149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E92149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E92149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E92149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E92149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E9214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E92149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E9214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E92149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E92149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E92149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E9214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E9214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E92149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E92149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unhideWhenUsed/>
    <w:rsid w:val="00E92149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E92149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E92149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E9214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E9214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E9214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E92149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E9214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unhideWhenUsed/>
    <w:rsid w:val="00E9214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E92149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E92149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E9214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E92149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E92149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E92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unhideWhenUsed/>
    <w:rsid w:val="00E92149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E9214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unhideWhenUsed/>
    <w:rsid w:val="00E92149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2">
    <w:name w:val="toc 2"/>
    <w:basedOn w:val="Normal"/>
    <w:next w:val="Normal"/>
    <w:autoRedefine/>
    <w:uiPriority w:val="99"/>
    <w:semiHidden/>
    <w:unhideWhenUsed/>
    <w:rsid w:val="00E92149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99"/>
    <w:semiHidden/>
    <w:unhideWhenUsed/>
    <w:rsid w:val="00E92149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99"/>
    <w:semiHidden/>
    <w:unhideWhenUsed/>
    <w:rsid w:val="00E92149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99"/>
    <w:semiHidden/>
    <w:unhideWhenUsed/>
    <w:rsid w:val="00E92149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99"/>
    <w:semiHidden/>
    <w:unhideWhenUsed/>
    <w:rsid w:val="00E92149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99"/>
    <w:semiHidden/>
    <w:unhideWhenUsed/>
    <w:rsid w:val="00E92149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99"/>
    <w:semiHidden/>
    <w:unhideWhenUsed/>
    <w:rsid w:val="00E92149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99"/>
    <w:semiHidden/>
    <w:unhideWhenUsed/>
    <w:rsid w:val="00E92149"/>
    <w:pPr>
      <w:spacing w:after="100"/>
      <w:ind w:left="17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reetemplatedownloads.net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reetemplatedownloads.ne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sers\Farooq\AppData\Roaming\Microsoft\Templates\Agend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6EC25F222041728C08D52430146E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1E2630-1A79-474E-B5F7-B42BD542A5E7}"/>
      </w:docPartPr>
      <w:docPartBody>
        <w:p w:rsidR="007B54A0" w:rsidRDefault="00E15B60">
          <w:pPr>
            <w:pStyle w:val="046EC25F222041728C08D52430146EF7"/>
          </w:pPr>
          <w:r w:rsidRPr="00E73D3F">
            <w:t xml:space="preserve">Meeting </w:t>
          </w:r>
          <w:r w:rsidRPr="00C37F7F">
            <w:t>Title</w:t>
          </w:r>
        </w:p>
      </w:docPartBody>
    </w:docPart>
    <w:docPart>
      <w:docPartPr>
        <w:name w:val="516FBF8EF65B4212AA4CD3BE310035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5DA105-9751-4F6E-8363-A5C9FB25C68F}"/>
      </w:docPartPr>
      <w:docPartBody>
        <w:p w:rsidR="007B54A0" w:rsidRDefault="00E15B60">
          <w:pPr>
            <w:pStyle w:val="516FBF8EF65B4212AA4CD3BE310035CE"/>
          </w:pPr>
          <w:r w:rsidRPr="00C37F7F">
            <w:t>Start</w:t>
          </w:r>
          <w:r w:rsidRPr="00E73D3F">
            <w:t xml:space="preserve"> Time</w:t>
          </w:r>
        </w:p>
      </w:docPartBody>
    </w:docPart>
    <w:docPart>
      <w:docPartPr>
        <w:name w:val="A5BFD7DA5D9B42B1BEEC396492D1B1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5021A2-86D6-4398-9477-82B079C7EE2A}"/>
      </w:docPartPr>
      <w:docPartBody>
        <w:p w:rsidR="007B54A0" w:rsidRDefault="00E15B60">
          <w:pPr>
            <w:pStyle w:val="A5BFD7DA5D9B42B1BEEC396492D1B1B7"/>
          </w:pPr>
          <w:r w:rsidRPr="00E73D3F">
            <w:t>End Time</w:t>
          </w:r>
        </w:p>
      </w:docPartBody>
    </w:docPart>
    <w:docPart>
      <w:docPartPr>
        <w:name w:val="743E863091AD4F24B21BB3B2C14A0D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F74112-CE98-40AB-A4AF-7B673CFB9121}"/>
      </w:docPartPr>
      <w:docPartBody>
        <w:p w:rsidR="007B54A0" w:rsidRDefault="00E15B60">
          <w:pPr>
            <w:pStyle w:val="743E863091AD4F24B21BB3B2C14A0D5E"/>
          </w:pPr>
          <w:r w:rsidRPr="00C37F7F">
            <w:t>Introduction</w:t>
          </w:r>
        </w:p>
      </w:docPartBody>
    </w:docPart>
    <w:docPart>
      <w:docPartPr>
        <w:name w:val="FE79691B27B042C48AEE257CA31331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5F7C65-4A50-444B-B008-D7BA3E2EE95D}"/>
      </w:docPartPr>
      <w:docPartBody>
        <w:p w:rsidR="007B54A0" w:rsidRDefault="00E15B60">
          <w:pPr>
            <w:pStyle w:val="FE79691B27B042C48AEE257CA3133199"/>
          </w:pPr>
          <w:r w:rsidRPr="00AA2585">
            <w:t>Continental Breakfast</w:t>
          </w:r>
        </w:p>
      </w:docPartBody>
    </w:docPart>
    <w:docPart>
      <w:docPartPr>
        <w:name w:val="3C760AB0C39C40FBAD0F9E2DF66C82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BB957A-97EA-461B-BB67-54AA768DB4E5}"/>
      </w:docPartPr>
      <w:docPartBody>
        <w:p w:rsidR="007B54A0" w:rsidRDefault="00E15B60">
          <w:pPr>
            <w:pStyle w:val="3C760AB0C39C40FBAD0F9E2DF66C8285"/>
          </w:pPr>
          <w:r w:rsidRPr="00AA1380">
            <w:t>Topic</w:t>
          </w:r>
        </w:p>
      </w:docPartBody>
    </w:docPart>
    <w:docPart>
      <w:docPartPr>
        <w:name w:val="F1023A5CDE9E4FF3AC69B9AD863436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730B4F-8A11-4254-9C76-A75D1C0755FE}"/>
      </w:docPartPr>
      <w:docPartBody>
        <w:p w:rsidR="007B54A0" w:rsidRDefault="00E15B60">
          <w:pPr>
            <w:pStyle w:val="F1023A5CDE9E4FF3AC69B9AD86343640"/>
          </w:pPr>
          <w:r w:rsidRPr="00264F50">
            <w:t>Speaker</w:t>
          </w:r>
        </w:p>
      </w:docPartBody>
    </w:docPart>
    <w:docPart>
      <w:docPartPr>
        <w:name w:val="D4C30A75873B4D5684F2FF405787C8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076E30-14B2-4ECA-B662-D7E3583437E0}"/>
      </w:docPartPr>
      <w:docPartBody>
        <w:p w:rsidR="007B54A0" w:rsidRDefault="00E15B60">
          <w:pPr>
            <w:pStyle w:val="D4C30A75873B4D5684F2FF405787C891"/>
          </w:pPr>
          <w:r w:rsidRPr="00C37F7F">
            <w:t>Location</w:t>
          </w:r>
        </w:p>
      </w:docPartBody>
    </w:docPart>
    <w:docPart>
      <w:docPartPr>
        <w:name w:val="546B28AC4E754F83BACE1101CEC624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514E52-29E8-4E8B-BCC3-F0126AB69DD8}"/>
      </w:docPartPr>
      <w:docPartBody>
        <w:p w:rsidR="007B54A0" w:rsidRDefault="00E15B60">
          <w:pPr>
            <w:pStyle w:val="546B28AC4E754F83BACE1101CEC62448"/>
          </w:pPr>
          <w:r w:rsidRPr="00C37F7F">
            <w:t>Start</w:t>
          </w:r>
          <w:r w:rsidRPr="00E73D3F">
            <w:t xml:space="preserve"> Time</w:t>
          </w:r>
        </w:p>
      </w:docPartBody>
    </w:docPart>
    <w:docPart>
      <w:docPartPr>
        <w:name w:val="78C232DD1FE344F2AE2A5AFD9F5DE0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29C4A6-3AA4-4FC8-8222-CE1E08FF0B72}"/>
      </w:docPartPr>
      <w:docPartBody>
        <w:p w:rsidR="007B54A0" w:rsidRDefault="00E15B60">
          <w:pPr>
            <w:pStyle w:val="78C232DD1FE344F2AE2A5AFD9F5DE010"/>
          </w:pPr>
          <w:r w:rsidRPr="00C37F7F">
            <w:t>End</w:t>
          </w:r>
          <w:r w:rsidRPr="00E73D3F">
            <w:t xml:space="preserve"> Time</w:t>
          </w:r>
        </w:p>
      </w:docPartBody>
    </w:docPart>
    <w:docPart>
      <w:docPartPr>
        <w:name w:val="7ABFB53BD9C641BAAD952C711B361E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B3D336-6030-4363-87BA-8D005A65849F}"/>
      </w:docPartPr>
      <w:docPartBody>
        <w:p w:rsidR="007B54A0" w:rsidRDefault="00E15B60">
          <w:pPr>
            <w:pStyle w:val="7ABFB53BD9C641BAAD952C711B361EA7"/>
          </w:pPr>
          <w:r w:rsidRPr="00C37F7F">
            <w:t>Item</w:t>
          </w:r>
          <w:r>
            <w:t xml:space="preserve"> #1</w:t>
          </w:r>
        </w:p>
      </w:docPartBody>
    </w:docPart>
    <w:docPart>
      <w:docPartPr>
        <w:name w:val="84D5CDE2C7A84488BD32A6BE0A866D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8505A7-96D1-44E3-A7D3-90DA1E42B8B2}"/>
      </w:docPartPr>
      <w:docPartBody>
        <w:p w:rsidR="007B54A0" w:rsidRDefault="00E15B60">
          <w:pPr>
            <w:pStyle w:val="84D5CDE2C7A84488BD32A6BE0A866D06"/>
          </w:pPr>
          <w:r w:rsidRPr="00AA1380">
            <w:t>Topic</w:t>
          </w:r>
        </w:p>
      </w:docPartBody>
    </w:docPart>
    <w:docPart>
      <w:docPartPr>
        <w:name w:val="EC8273F9F2E749F5854A4A2B32D2E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1E6605-D962-4AE8-A1EE-761877E080D1}"/>
      </w:docPartPr>
      <w:docPartBody>
        <w:p w:rsidR="007B54A0" w:rsidRDefault="00E15B60">
          <w:pPr>
            <w:pStyle w:val="EC8273F9F2E749F5854A4A2B32D2EA98"/>
          </w:pPr>
          <w:r>
            <w:t>Enter topic</w:t>
          </w:r>
        </w:p>
      </w:docPartBody>
    </w:docPart>
    <w:docPart>
      <w:docPartPr>
        <w:name w:val="7C3F22CA32EA4C808322CDAF175FDA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2965B8-FAB5-416D-B59A-AB662082BC93}"/>
      </w:docPartPr>
      <w:docPartBody>
        <w:p w:rsidR="007B54A0" w:rsidRDefault="00E15B60">
          <w:pPr>
            <w:pStyle w:val="7C3F22CA32EA4C808322CDAF175FDACB"/>
          </w:pPr>
          <w:r w:rsidRPr="00C37F7F">
            <w:t>Location</w:t>
          </w:r>
        </w:p>
      </w:docPartBody>
    </w:docPart>
    <w:docPart>
      <w:docPartPr>
        <w:name w:val="5B8D877F4AE847CA83A2101F98EDD7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043434-F558-4F01-8888-ACAD31705FB6}"/>
      </w:docPartPr>
      <w:docPartBody>
        <w:p w:rsidR="007B54A0" w:rsidRDefault="00E15B60">
          <w:pPr>
            <w:pStyle w:val="5B8D877F4AE847CA83A2101F98EDD7DE"/>
          </w:pPr>
          <w:r w:rsidRPr="00C37F7F">
            <w:t>Start</w:t>
          </w:r>
          <w:r w:rsidRPr="00E73D3F">
            <w:t xml:space="preserve"> Time</w:t>
          </w:r>
        </w:p>
      </w:docPartBody>
    </w:docPart>
    <w:docPart>
      <w:docPartPr>
        <w:name w:val="ADFD37C5B0C84612A34655027B67E5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E5C275-0A95-4BE1-8CBA-73E9A9DADA92}"/>
      </w:docPartPr>
      <w:docPartBody>
        <w:p w:rsidR="007B54A0" w:rsidRDefault="00E15B60">
          <w:pPr>
            <w:pStyle w:val="ADFD37C5B0C84612A34655027B67E513"/>
          </w:pPr>
          <w:r w:rsidRPr="00C37F7F">
            <w:t>End</w:t>
          </w:r>
          <w:r w:rsidRPr="00E73D3F">
            <w:t xml:space="preserve"> Time</w:t>
          </w:r>
        </w:p>
      </w:docPartBody>
    </w:docPart>
    <w:docPart>
      <w:docPartPr>
        <w:name w:val="4E24CC24DC5140DFBF4E9E47969D73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EAFF91-029B-41A1-8E68-9C192AAA8876}"/>
      </w:docPartPr>
      <w:docPartBody>
        <w:p w:rsidR="007B54A0" w:rsidRDefault="00E15B60">
          <w:pPr>
            <w:pStyle w:val="4E24CC24DC5140DFBF4E9E47969D7358"/>
          </w:pPr>
          <w:r w:rsidRPr="00C37F7F">
            <w:t>Item</w:t>
          </w:r>
          <w:r>
            <w:t xml:space="preserve"> #2</w:t>
          </w:r>
        </w:p>
      </w:docPartBody>
    </w:docPart>
    <w:docPart>
      <w:docPartPr>
        <w:name w:val="ED364D32CD934FA6B77063C7428276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C2C5C8-0715-4872-BCEB-6804D8F5BBFC}"/>
      </w:docPartPr>
      <w:docPartBody>
        <w:p w:rsidR="007B54A0" w:rsidRDefault="00E15B60">
          <w:pPr>
            <w:pStyle w:val="ED364D32CD934FA6B77063C74282762B"/>
          </w:pPr>
          <w:r w:rsidRPr="00AA1380">
            <w:t>Topic</w:t>
          </w:r>
        </w:p>
      </w:docPartBody>
    </w:docPart>
    <w:docPart>
      <w:docPartPr>
        <w:name w:val="9A990C8BAE7B4D2FA6DD9E84F16595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B97602-F1E9-4C8E-B897-A4FADF102BE6}"/>
      </w:docPartPr>
      <w:docPartBody>
        <w:p w:rsidR="007B54A0" w:rsidRDefault="00E15B60">
          <w:pPr>
            <w:pStyle w:val="9A990C8BAE7B4D2FA6DD9E84F16595EF"/>
          </w:pPr>
          <w:r>
            <w:t>Enter topic</w:t>
          </w:r>
        </w:p>
      </w:docPartBody>
    </w:docPart>
    <w:docPart>
      <w:docPartPr>
        <w:name w:val="265FE87AB8BE492682E06B3C35B4B3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C45336-1F9A-44E0-9D3B-C57A4D690727}"/>
      </w:docPartPr>
      <w:docPartBody>
        <w:p w:rsidR="007B54A0" w:rsidRDefault="00E15B60">
          <w:pPr>
            <w:pStyle w:val="265FE87AB8BE492682E06B3C35B4B343"/>
          </w:pPr>
          <w:r w:rsidRPr="00C37F7F">
            <w:t>Location</w:t>
          </w:r>
        </w:p>
      </w:docPartBody>
    </w:docPart>
    <w:docPart>
      <w:docPartPr>
        <w:name w:val="EAFA590A7964425CB9288CD59F09FA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19CD6A-CF89-4035-A28B-BE9D61D013A6}"/>
      </w:docPartPr>
      <w:docPartBody>
        <w:p w:rsidR="007B54A0" w:rsidRDefault="00E15B60">
          <w:pPr>
            <w:pStyle w:val="EAFA590A7964425CB9288CD59F09FAFD"/>
          </w:pPr>
          <w:r w:rsidRPr="00C37F7F">
            <w:t>Start Time</w:t>
          </w:r>
        </w:p>
      </w:docPartBody>
    </w:docPart>
    <w:docPart>
      <w:docPartPr>
        <w:name w:val="D68F17BA447948A8A80CEE028CC1AD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F4E871-758F-4D0D-ADA4-452603B49E18}"/>
      </w:docPartPr>
      <w:docPartBody>
        <w:p w:rsidR="007B54A0" w:rsidRDefault="00E15B60">
          <w:pPr>
            <w:pStyle w:val="D68F17BA447948A8A80CEE028CC1ADE7"/>
          </w:pPr>
          <w:r w:rsidRPr="00C37F7F">
            <w:t>End Time</w:t>
          </w:r>
        </w:p>
      </w:docPartBody>
    </w:docPart>
    <w:docPart>
      <w:docPartPr>
        <w:name w:val="576E0815330A4F57898D51DBF7FCBE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907817-0A10-4381-B55F-BD010F789DB3}"/>
      </w:docPartPr>
      <w:docPartBody>
        <w:p w:rsidR="007B54A0" w:rsidRDefault="00E15B60">
          <w:pPr>
            <w:pStyle w:val="576E0815330A4F57898D51DBF7FCBE60"/>
          </w:pPr>
          <w:r w:rsidRPr="00C37F7F">
            <w:t>Item</w:t>
          </w:r>
          <w:r>
            <w:t xml:space="preserve"> #3</w:t>
          </w:r>
        </w:p>
      </w:docPartBody>
    </w:docPart>
    <w:docPart>
      <w:docPartPr>
        <w:name w:val="01C5730753524051BD6A9C63267194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747745-4720-4910-A681-FC0BF6063899}"/>
      </w:docPartPr>
      <w:docPartBody>
        <w:p w:rsidR="007B54A0" w:rsidRDefault="00E15B60">
          <w:pPr>
            <w:pStyle w:val="01C5730753524051BD6A9C6326719473"/>
          </w:pPr>
          <w:r w:rsidRPr="00AA1380">
            <w:t>Topic</w:t>
          </w:r>
        </w:p>
      </w:docPartBody>
    </w:docPart>
    <w:docPart>
      <w:docPartPr>
        <w:name w:val="079AFC3242664DE3915FC722645D45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7C0D37-232D-4257-9BEE-40ED46AA63C9}"/>
      </w:docPartPr>
      <w:docPartBody>
        <w:p w:rsidR="007B54A0" w:rsidRDefault="00E15B60">
          <w:pPr>
            <w:pStyle w:val="079AFC3242664DE3915FC722645D45FE"/>
          </w:pPr>
          <w:r w:rsidRPr="00FB276C">
            <w:t>Enter topic</w:t>
          </w:r>
        </w:p>
      </w:docPartBody>
    </w:docPart>
    <w:docPart>
      <w:docPartPr>
        <w:name w:val="043683257A36424685F113AB33C8B4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C8B900-039F-4D61-8B96-6B7BAC8C4AD3}"/>
      </w:docPartPr>
      <w:docPartBody>
        <w:p w:rsidR="007B54A0" w:rsidRDefault="00E15B60">
          <w:pPr>
            <w:pStyle w:val="043683257A36424685F113AB33C8B47D"/>
          </w:pPr>
          <w:r w:rsidRPr="00E73D3F">
            <w:t>L</w:t>
          </w:r>
          <w:r w:rsidRPr="00C37F7F">
            <w:t>ocation</w:t>
          </w:r>
        </w:p>
      </w:docPartBody>
    </w:docPart>
    <w:docPart>
      <w:docPartPr>
        <w:name w:val="3744BECA9FD347CAAEFCE4896234A4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29902E-34C5-4472-8263-84DDFC85121F}"/>
      </w:docPartPr>
      <w:docPartBody>
        <w:p w:rsidR="007B54A0" w:rsidRDefault="00E15B60">
          <w:pPr>
            <w:pStyle w:val="3744BECA9FD347CAAEFCE4896234A458"/>
          </w:pPr>
          <w:r w:rsidRPr="00C37F7F">
            <w:t>Additional Instruction</w:t>
          </w:r>
          <w:r>
            <w:t>:</w:t>
          </w:r>
        </w:p>
      </w:docPartBody>
    </w:docPart>
    <w:docPart>
      <w:docPartPr>
        <w:name w:val="4E9A76600EB34AE19ED0EC49996D9A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B4F0E9-7E82-49D4-B3EF-966E23FC580B}"/>
      </w:docPartPr>
      <w:docPartBody>
        <w:p w:rsidR="007B54A0" w:rsidRDefault="00E15B60">
          <w:pPr>
            <w:pStyle w:val="4E9A76600EB34AE19ED0EC49996D9A95"/>
          </w:pPr>
          <w:r w:rsidRPr="0096085C">
            <w:t xml:space="preserve">Use </w:t>
          </w:r>
          <w:r w:rsidRPr="00C37F7F">
            <w:t>this section for additional instructions, comments, or directions.</w:t>
          </w:r>
        </w:p>
      </w:docPartBody>
    </w:docPart>
    <w:docPart>
      <w:docPartPr>
        <w:name w:val="BA55D5BA9CB74D13BB5319F8D1AB39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ECA74F-6138-4325-A783-76B0F65348BB}"/>
      </w:docPartPr>
      <w:docPartBody>
        <w:p w:rsidR="007D7F40" w:rsidRDefault="007B54A0" w:rsidP="007B54A0">
          <w:pPr>
            <w:pStyle w:val="BA55D5BA9CB74D13BB5319F8D1AB3948"/>
          </w:pPr>
          <w:r w:rsidRPr="00E73D3F">
            <w:t>Reading List</w:t>
          </w:r>
        </w:p>
      </w:docPartBody>
    </w:docPart>
    <w:docPart>
      <w:docPartPr>
        <w:name w:val="D8EA6A591F6B4DF8A786F46DEC02B1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0A328D-CA7A-4D68-BD88-25F7E31E3215}"/>
      </w:docPartPr>
      <w:docPartBody>
        <w:p w:rsidR="007D7F40" w:rsidRDefault="007B54A0" w:rsidP="007B54A0">
          <w:pPr>
            <w:pStyle w:val="D8EA6A591F6B4DF8A786F46DEC02B11F"/>
          </w:pPr>
          <w:r w:rsidRPr="00E73D3F">
            <w:t>Supply List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B60"/>
    <w:rsid w:val="007B54A0"/>
    <w:rsid w:val="007D7F40"/>
    <w:rsid w:val="00C64339"/>
    <w:rsid w:val="00D75948"/>
    <w:rsid w:val="00E15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8D8153EC1AC4BFEAD463FD693F1348B">
    <w:name w:val="88D8153EC1AC4BFEAD463FD693F1348B"/>
  </w:style>
  <w:style w:type="paragraph" w:customStyle="1" w:styleId="046EC25F222041728C08D52430146EF7">
    <w:name w:val="046EC25F222041728C08D52430146EF7"/>
  </w:style>
  <w:style w:type="paragraph" w:customStyle="1" w:styleId="1AF86C91E24842098F7A648FC50175C3">
    <w:name w:val="1AF86C91E24842098F7A648FC50175C3"/>
  </w:style>
  <w:style w:type="paragraph" w:customStyle="1" w:styleId="95C18DD82FA34DEE9C6EF36B3C682836">
    <w:name w:val="95C18DD82FA34DEE9C6EF36B3C682836"/>
  </w:style>
  <w:style w:type="paragraph" w:customStyle="1" w:styleId="514F1A5C92324ACE835DF376D7214E21">
    <w:name w:val="514F1A5C92324ACE835DF376D7214E21"/>
  </w:style>
  <w:style w:type="paragraph" w:customStyle="1" w:styleId="85A33F8EA98741EF87E72B3E35A439FB">
    <w:name w:val="85A33F8EA98741EF87E72B3E35A439FB"/>
  </w:style>
  <w:style w:type="paragraph" w:customStyle="1" w:styleId="BD173A6070054D9396EE48B16935EAA8">
    <w:name w:val="BD173A6070054D9396EE48B16935EAA8"/>
  </w:style>
  <w:style w:type="paragraph" w:customStyle="1" w:styleId="428E4EA88B4D48D2947EBB373FFD1DCB">
    <w:name w:val="428E4EA88B4D48D2947EBB373FFD1DCB"/>
  </w:style>
  <w:style w:type="paragraph" w:customStyle="1" w:styleId="127274307D6C46D1A9D1AA07E43BEB1B">
    <w:name w:val="127274307D6C46D1A9D1AA07E43BEB1B"/>
  </w:style>
  <w:style w:type="paragraph" w:customStyle="1" w:styleId="FB2379498DA54DF5A132AFC125D8D418">
    <w:name w:val="FB2379498DA54DF5A132AFC125D8D418"/>
  </w:style>
  <w:style w:type="paragraph" w:customStyle="1" w:styleId="7F4BFCE9E259440AA813B79D78A61F93">
    <w:name w:val="7F4BFCE9E259440AA813B79D78A61F93"/>
  </w:style>
  <w:style w:type="paragraph" w:customStyle="1" w:styleId="C4AB16D8F259467A98A23F62255F857F">
    <w:name w:val="C4AB16D8F259467A98A23F62255F857F"/>
  </w:style>
  <w:style w:type="paragraph" w:customStyle="1" w:styleId="4AE145CF55E8482EB074F04CEE2C8BA7">
    <w:name w:val="4AE145CF55E8482EB074F04CEE2C8BA7"/>
  </w:style>
  <w:style w:type="paragraph" w:customStyle="1" w:styleId="516FBF8EF65B4212AA4CD3BE310035CE">
    <w:name w:val="516FBF8EF65B4212AA4CD3BE310035CE"/>
  </w:style>
  <w:style w:type="paragraph" w:customStyle="1" w:styleId="A5BFD7DA5D9B42B1BEEC396492D1B1B7">
    <w:name w:val="A5BFD7DA5D9B42B1BEEC396492D1B1B7"/>
  </w:style>
  <w:style w:type="paragraph" w:customStyle="1" w:styleId="743E863091AD4F24B21BB3B2C14A0D5E">
    <w:name w:val="743E863091AD4F24B21BB3B2C14A0D5E"/>
  </w:style>
  <w:style w:type="paragraph" w:customStyle="1" w:styleId="FE79691B27B042C48AEE257CA3133199">
    <w:name w:val="FE79691B27B042C48AEE257CA3133199"/>
  </w:style>
  <w:style w:type="paragraph" w:customStyle="1" w:styleId="3C760AB0C39C40FBAD0F9E2DF66C8285">
    <w:name w:val="3C760AB0C39C40FBAD0F9E2DF66C8285"/>
  </w:style>
  <w:style w:type="paragraph" w:customStyle="1" w:styleId="F1023A5CDE9E4FF3AC69B9AD86343640">
    <w:name w:val="F1023A5CDE9E4FF3AC69B9AD86343640"/>
  </w:style>
  <w:style w:type="paragraph" w:customStyle="1" w:styleId="D4C30A75873B4D5684F2FF405787C891">
    <w:name w:val="D4C30A75873B4D5684F2FF405787C891"/>
  </w:style>
  <w:style w:type="paragraph" w:customStyle="1" w:styleId="546B28AC4E754F83BACE1101CEC62448">
    <w:name w:val="546B28AC4E754F83BACE1101CEC62448"/>
  </w:style>
  <w:style w:type="paragraph" w:customStyle="1" w:styleId="78C232DD1FE344F2AE2A5AFD9F5DE010">
    <w:name w:val="78C232DD1FE344F2AE2A5AFD9F5DE010"/>
  </w:style>
  <w:style w:type="paragraph" w:customStyle="1" w:styleId="7ABFB53BD9C641BAAD952C711B361EA7">
    <w:name w:val="7ABFB53BD9C641BAAD952C711B361EA7"/>
  </w:style>
  <w:style w:type="paragraph" w:customStyle="1" w:styleId="84D5CDE2C7A84488BD32A6BE0A866D06">
    <w:name w:val="84D5CDE2C7A84488BD32A6BE0A866D06"/>
  </w:style>
  <w:style w:type="paragraph" w:customStyle="1" w:styleId="EC8273F9F2E749F5854A4A2B32D2EA98">
    <w:name w:val="EC8273F9F2E749F5854A4A2B32D2EA98"/>
  </w:style>
  <w:style w:type="paragraph" w:customStyle="1" w:styleId="7C3F22CA32EA4C808322CDAF175FDACB">
    <w:name w:val="7C3F22CA32EA4C808322CDAF175FDACB"/>
  </w:style>
  <w:style w:type="paragraph" w:customStyle="1" w:styleId="5B8D877F4AE847CA83A2101F98EDD7DE">
    <w:name w:val="5B8D877F4AE847CA83A2101F98EDD7DE"/>
  </w:style>
  <w:style w:type="paragraph" w:customStyle="1" w:styleId="ADFD37C5B0C84612A34655027B67E513">
    <w:name w:val="ADFD37C5B0C84612A34655027B67E513"/>
  </w:style>
  <w:style w:type="paragraph" w:customStyle="1" w:styleId="4E24CC24DC5140DFBF4E9E47969D7358">
    <w:name w:val="4E24CC24DC5140DFBF4E9E47969D7358"/>
  </w:style>
  <w:style w:type="paragraph" w:customStyle="1" w:styleId="ED364D32CD934FA6B77063C74282762B">
    <w:name w:val="ED364D32CD934FA6B77063C74282762B"/>
  </w:style>
  <w:style w:type="paragraph" w:customStyle="1" w:styleId="9A990C8BAE7B4D2FA6DD9E84F16595EF">
    <w:name w:val="9A990C8BAE7B4D2FA6DD9E84F16595EF"/>
  </w:style>
  <w:style w:type="paragraph" w:customStyle="1" w:styleId="265FE87AB8BE492682E06B3C35B4B343">
    <w:name w:val="265FE87AB8BE492682E06B3C35B4B343"/>
  </w:style>
  <w:style w:type="paragraph" w:customStyle="1" w:styleId="EAFA590A7964425CB9288CD59F09FAFD">
    <w:name w:val="EAFA590A7964425CB9288CD59F09FAFD"/>
  </w:style>
  <w:style w:type="paragraph" w:customStyle="1" w:styleId="D68F17BA447948A8A80CEE028CC1ADE7">
    <w:name w:val="D68F17BA447948A8A80CEE028CC1ADE7"/>
  </w:style>
  <w:style w:type="paragraph" w:customStyle="1" w:styleId="576E0815330A4F57898D51DBF7FCBE60">
    <w:name w:val="576E0815330A4F57898D51DBF7FCBE60"/>
  </w:style>
  <w:style w:type="paragraph" w:customStyle="1" w:styleId="01C5730753524051BD6A9C6326719473">
    <w:name w:val="01C5730753524051BD6A9C6326719473"/>
  </w:style>
  <w:style w:type="paragraph" w:customStyle="1" w:styleId="079AFC3242664DE3915FC722645D45FE">
    <w:name w:val="079AFC3242664DE3915FC722645D45FE"/>
  </w:style>
  <w:style w:type="paragraph" w:customStyle="1" w:styleId="043683257A36424685F113AB33C8B47D">
    <w:name w:val="043683257A36424685F113AB33C8B47D"/>
  </w:style>
  <w:style w:type="paragraph" w:customStyle="1" w:styleId="3744BECA9FD347CAAEFCE4896234A458">
    <w:name w:val="3744BECA9FD347CAAEFCE4896234A458"/>
  </w:style>
  <w:style w:type="paragraph" w:customStyle="1" w:styleId="4E9A76600EB34AE19ED0EC49996D9A95">
    <w:name w:val="4E9A76600EB34AE19ED0EC49996D9A95"/>
  </w:style>
  <w:style w:type="paragraph" w:customStyle="1" w:styleId="BA55D5BA9CB74D13BB5319F8D1AB3948">
    <w:name w:val="BA55D5BA9CB74D13BB5319F8D1AB3948"/>
    <w:rsid w:val="007B54A0"/>
    <w:pPr>
      <w:spacing w:after="200" w:line="276" w:lineRule="auto"/>
    </w:pPr>
  </w:style>
  <w:style w:type="paragraph" w:customStyle="1" w:styleId="D8EA6A591F6B4DF8A786F46DEC02B11F">
    <w:name w:val="D8EA6A591F6B4DF8A786F46DEC02B11F"/>
    <w:rsid w:val="007B54A0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Agenda.dotx</Template>
  <TotalTime>0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Khalid Farooq</dc:creator>
  <cp:lastModifiedBy>A1</cp:lastModifiedBy>
  <cp:revision>2</cp:revision>
  <dcterms:created xsi:type="dcterms:W3CDTF">2023-01-31T12:10:00Z</dcterms:created>
  <dcterms:modified xsi:type="dcterms:W3CDTF">2023-01-31T12:10:00Z</dcterms:modified>
</cp:coreProperties>
</file>